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14B16EA9" w14:textId="154E0B7A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F13E44">
        <w:rPr>
          <w:rFonts w:ascii="Arial" w:hAnsi="Arial" w:cs="Arial"/>
          <w:b/>
          <w:szCs w:val="28"/>
          <w:u w:val="single"/>
        </w:rPr>
        <w:t>2</w:t>
      </w:r>
      <w:r w:rsidR="00E155CC">
        <w:rPr>
          <w:rFonts w:ascii="Arial" w:hAnsi="Arial" w:cs="Arial"/>
          <w:b/>
          <w:szCs w:val="28"/>
          <w:u w:val="single"/>
        </w:rPr>
        <w:t>1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4FCA82D5" w:rsidR="00642CB4" w:rsidRDefault="00E155CC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26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F866F1">
        <w:rPr>
          <w:rFonts w:ascii="Arial" w:hAnsi="Arial" w:cs="Arial"/>
          <w:b/>
          <w:szCs w:val="28"/>
          <w:u w:val="single"/>
        </w:rPr>
        <w:t>JUNHO</w:t>
      </w:r>
      <w:proofErr w:type="gramEnd"/>
      <w:r w:rsidR="00567879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6C0159">
        <w:rPr>
          <w:rFonts w:ascii="Arial" w:hAnsi="Arial" w:cs="Arial"/>
          <w:b/>
          <w:szCs w:val="28"/>
          <w:u w:val="single"/>
        </w:rPr>
        <w:t>4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771DD32F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E155CC">
        <w:rPr>
          <w:rFonts w:ascii="Arial" w:hAnsi="Arial" w:cs="Arial"/>
          <w:caps/>
          <w:szCs w:val="28"/>
        </w:rPr>
        <w:t>26</w:t>
      </w:r>
      <w:r w:rsidR="00567879" w:rsidRPr="00567879">
        <w:rPr>
          <w:rFonts w:ascii="Arial" w:hAnsi="Arial" w:cs="Arial"/>
          <w:caps/>
          <w:szCs w:val="28"/>
        </w:rPr>
        <w:t xml:space="preserve"> </w:t>
      </w:r>
      <w:proofErr w:type="spellStart"/>
      <w:r w:rsidR="00567879" w:rsidRPr="00567879">
        <w:rPr>
          <w:rFonts w:ascii="Arial" w:hAnsi="Arial" w:cs="Arial"/>
          <w:caps/>
          <w:szCs w:val="28"/>
        </w:rPr>
        <w:t>DE</w:t>
      </w:r>
      <w:proofErr w:type="spellEnd"/>
      <w:r w:rsidR="00567879" w:rsidRPr="00567879">
        <w:rPr>
          <w:rFonts w:ascii="Arial" w:hAnsi="Arial" w:cs="Arial"/>
          <w:caps/>
          <w:szCs w:val="28"/>
        </w:rPr>
        <w:t xml:space="preserve"> </w:t>
      </w:r>
      <w:r w:rsidR="00F866F1">
        <w:rPr>
          <w:rFonts w:ascii="Arial" w:hAnsi="Arial" w:cs="Arial"/>
          <w:caps/>
          <w:szCs w:val="28"/>
        </w:rPr>
        <w:t>JUNHO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F13E44">
        <w:rPr>
          <w:rFonts w:ascii="Arial" w:hAnsi="Arial" w:cs="Arial"/>
          <w:caps/>
          <w:szCs w:val="28"/>
        </w:rPr>
        <w:t>2</w:t>
      </w:r>
      <w:r w:rsidR="00E155CC">
        <w:rPr>
          <w:rFonts w:ascii="Arial" w:hAnsi="Arial" w:cs="Arial"/>
          <w:caps/>
          <w:szCs w:val="28"/>
        </w:rPr>
        <w:t>1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F13E44">
        <w:rPr>
          <w:rFonts w:ascii="Arial" w:hAnsi="Arial" w:cs="Arial"/>
          <w:caps/>
          <w:szCs w:val="28"/>
        </w:rPr>
        <w:t>VIGÉSIMA</w:t>
      </w:r>
      <w:r w:rsidR="00E155CC">
        <w:rPr>
          <w:rFonts w:ascii="Arial" w:hAnsi="Arial" w:cs="Arial"/>
          <w:caps/>
          <w:szCs w:val="28"/>
        </w:rPr>
        <w:t xml:space="preserve"> PRIMEIRA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6C0159">
        <w:rPr>
          <w:rFonts w:ascii="Arial" w:hAnsi="Arial" w:cs="Arial"/>
          <w:caps/>
          <w:szCs w:val="28"/>
        </w:rPr>
        <w:t>4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567879">
        <w:rPr>
          <w:rFonts w:ascii="Arial" w:hAnsi="Arial" w:cs="Arial"/>
          <w:caps/>
          <w:szCs w:val="28"/>
        </w:rPr>
        <w:t>AO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567879">
        <w:rPr>
          <w:rFonts w:ascii="Arial" w:hAnsi="Arial" w:cs="Arial"/>
          <w:caps/>
          <w:szCs w:val="28"/>
        </w:rPr>
        <w:t>º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567879">
        <w:rPr>
          <w:rFonts w:ascii="Arial" w:hAnsi="Arial" w:cs="Arial"/>
          <w:caps/>
          <w:szCs w:val="28"/>
        </w:rPr>
        <w:t>O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Pr="00FC5D80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735C05B6" w:rsidR="00472765" w:rsidRPr="00DB5F7F" w:rsidRDefault="00567879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>O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1</w:t>
      </w:r>
      <w:r>
        <w:rPr>
          <w:rFonts w:ascii="Arial" w:hAnsi="Arial" w:cs="Arial"/>
          <w:b/>
          <w:color w:val="FFFFFF" w:themeColor="background1"/>
          <w:szCs w:val="28"/>
          <w:highlight w:val="red"/>
        </w:rPr>
        <w:t>º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SECRETÁRI</w:t>
      </w:r>
      <w:r>
        <w:rPr>
          <w:rFonts w:ascii="Arial" w:hAnsi="Arial" w:cs="Arial"/>
          <w:b/>
          <w:color w:val="FFFFFF" w:themeColor="background1"/>
          <w:szCs w:val="28"/>
          <w:highlight w:val="red"/>
        </w:rPr>
        <w:t>O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62FC81EC" w:rsidR="00F41CD1" w:rsidRPr="00FC5D80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390AC0">
        <w:rPr>
          <w:rFonts w:ascii="Arial" w:hAnsi="Arial" w:cs="Arial"/>
          <w:caps/>
          <w:szCs w:val="28"/>
        </w:rPr>
        <w:t xml:space="preserve"> </w:t>
      </w:r>
      <w:r w:rsidR="00C23633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82356F">
        <w:rPr>
          <w:rFonts w:ascii="Arial" w:hAnsi="Arial" w:cs="Arial"/>
          <w:szCs w:val="28"/>
        </w:rPr>
        <w:t>O</w:t>
      </w:r>
      <w:r w:rsidR="007D00DD">
        <w:rPr>
          <w:rFonts w:ascii="Arial" w:hAnsi="Arial" w:cs="Arial"/>
          <w:szCs w:val="28"/>
        </w:rPr>
        <w:t xml:space="preserve"> VEREADOR </w:t>
      </w:r>
      <w:r w:rsidR="00E155CC">
        <w:rPr>
          <w:rFonts w:ascii="Arial" w:hAnsi="Arial" w:cs="Arial"/>
          <w:szCs w:val="28"/>
        </w:rPr>
        <w:t>RONINHA</w:t>
      </w:r>
      <w:r w:rsidR="007D00DD">
        <w:rPr>
          <w:rFonts w:ascii="Arial" w:hAnsi="Arial" w:cs="Arial"/>
          <w:szCs w:val="28"/>
        </w:rPr>
        <w:t xml:space="preserve"> PROCEDERÁ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C515A0D" w14:textId="5C66B5E0" w:rsidR="00E926DD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1BC8FE60" w14:textId="77777777" w:rsidR="00C23633" w:rsidRPr="00F92971" w:rsidRDefault="00C23633" w:rsidP="00C23633">
      <w:pPr>
        <w:pBdr>
          <w:top w:val="single" w:sz="4" w:space="1" w:color="auto"/>
        </w:pBdr>
        <w:spacing w:before="240"/>
        <w:jc w:val="both"/>
        <w:rPr>
          <w:rFonts w:ascii="Arial" w:hAnsi="Arial" w:cs="Arial"/>
          <w:b/>
          <w:color w:val="76923C" w:themeColor="accent3" w:themeShade="BF"/>
          <w:sz w:val="14"/>
          <w:szCs w:val="24"/>
        </w:rPr>
      </w:pPr>
    </w:p>
    <w:p w14:paraId="3C0A0D82" w14:textId="77777777" w:rsidR="001330F2" w:rsidRPr="007B7E5C" w:rsidRDefault="001330F2" w:rsidP="001330F2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000000" w:themeColor="text1"/>
          <w:szCs w:val="24"/>
        </w:rPr>
      </w:pPr>
      <w:r w:rsidRPr="007B7E5C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7B7E5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7B7E5C">
        <w:rPr>
          <w:rFonts w:ascii="Arial" w:hAnsi="Arial" w:cs="Arial"/>
          <w:b/>
          <w:color w:val="76923C" w:themeColor="accent3" w:themeShade="BF"/>
          <w:szCs w:val="24"/>
        </w:rPr>
        <w:t xml:space="preserve"> anuncia início do Ato Solene:</w:t>
      </w:r>
    </w:p>
    <w:p w14:paraId="68B5024D" w14:textId="053D7AB4" w:rsidR="001330F2" w:rsidRDefault="001330F2" w:rsidP="001330F2">
      <w:pPr>
        <w:pStyle w:val="PargrafodaLista"/>
        <w:spacing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  <w:r w:rsidRPr="007B7E5C">
        <w:rPr>
          <w:rFonts w:ascii="Arial" w:hAnsi="Arial" w:cs="Arial"/>
          <w:color w:val="000000" w:themeColor="text1"/>
          <w:szCs w:val="24"/>
        </w:rPr>
        <w:t xml:space="preserve">SENHORES VEREADORES E TODOS AQUELES QUE NOS ASSISTEM, A PARTIR DESTE MOMENTO, PASSAREMOS </w:t>
      </w:r>
      <w:r w:rsidRPr="00D76E7D">
        <w:rPr>
          <w:rFonts w:ascii="Arial" w:hAnsi="Arial" w:cs="Arial"/>
          <w:color w:val="000000" w:themeColor="text1"/>
          <w:spacing w:val="-6"/>
          <w:szCs w:val="24"/>
        </w:rPr>
        <w:t xml:space="preserve">AO </w:t>
      </w:r>
      <w:r w:rsidRPr="001176AB">
        <w:rPr>
          <w:rFonts w:ascii="Arial" w:eastAsia="Times New Roman" w:hAnsi="Arial" w:cs="Arial"/>
          <w:spacing w:val="-6"/>
          <w:szCs w:val="24"/>
        </w:rPr>
        <w:t xml:space="preserve">ATO SOLENE </w:t>
      </w:r>
      <w:r>
        <w:rPr>
          <w:rFonts w:ascii="Arial" w:eastAsia="Times New Roman" w:hAnsi="Arial" w:cs="Arial"/>
          <w:spacing w:val="-6"/>
          <w:szCs w:val="24"/>
        </w:rPr>
        <w:t>“</w:t>
      </w:r>
      <w:r>
        <w:rPr>
          <w:rFonts w:ascii="Arial" w:eastAsia="Times New Roman" w:hAnsi="Arial" w:cs="Arial"/>
          <w:b/>
          <w:spacing w:val="-6"/>
          <w:szCs w:val="24"/>
        </w:rPr>
        <w:t xml:space="preserve">HOMENAGEM </w:t>
      </w:r>
      <w:r>
        <w:rPr>
          <w:rFonts w:ascii="Arial" w:eastAsia="Times New Roman" w:hAnsi="Arial" w:cs="Arial"/>
          <w:b/>
          <w:spacing w:val="-6"/>
          <w:szCs w:val="24"/>
        </w:rPr>
        <w:t>ÀS PESSOAS QUE VENCERAM AS DROGAS</w:t>
      </w:r>
      <w:r>
        <w:rPr>
          <w:rFonts w:ascii="Arial" w:eastAsia="Times New Roman" w:hAnsi="Arial" w:cs="Arial"/>
          <w:spacing w:val="-6"/>
          <w:szCs w:val="24"/>
        </w:rPr>
        <w:t>”, NA CONFORMIDADE DO DECRETO LEGISLATIVO</w:t>
      </w:r>
      <w:r w:rsidRPr="0078169C">
        <w:rPr>
          <w:rFonts w:ascii="Arial" w:eastAsia="Times New Roman" w:hAnsi="Arial" w:cs="Arial"/>
          <w:spacing w:val="-6"/>
          <w:szCs w:val="24"/>
        </w:rPr>
        <w:t xml:space="preserve"> Nº </w:t>
      </w:r>
      <w:r>
        <w:rPr>
          <w:rFonts w:ascii="Arial" w:eastAsia="Times New Roman" w:hAnsi="Arial" w:cs="Arial"/>
          <w:spacing w:val="-6"/>
          <w:szCs w:val="24"/>
        </w:rPr>
        <w:t>336, DE 20/06/2013</w:t>
      </w:r>
      <w:r>
        <w:rPr>
          <w:rFonts w:ascii="Arial" w:eastAsia="Times New Roman" w:hAnsi="Arial" w:cs="Arial"/>
          <w:spacing w:val="-6"/>
          <w:szCs w:val="24"/>
        </w:rPr>
        <w:t xml:space="preserve">. </w:t>
      </w:r>
      <w:r w:rsidRPr="007C4B06">
        <w:rPr>
          <w:rFonts w:ascii="Arial" w:hAnsi="Arial" w:cs="Arial"/>
          <w:color w:val="000000" w:themeColor="text1"/>
          <w:szCs w:val="24"/>
        </w:rPr>
        <w:t>ASSIM, PEÇO AO CERIMONIAL DA CASA QUE DESEMPENHE O PROTOCOLO</w:t>
      </w:r>
      <w:r>
        <w:rPr>
          <w:rFonts w:ascii="Arial" w:hAnsi="Arial" w:cs="Arial"/>
          <w:color w:val="000000" w:themeColor="text1"/>
          <w:szCs w:val="24"/>
        </w:rPr>
        <w:t>.</w:t>
      </w:r>
    </w:p>
    <w:p w14:paraId="03262828" w14:textId="77777777" w:rsidR="001330F2" w:rsidRPr="00D3691D" w:rsidRDefault="001330F2" w:rsidP="001330F2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contextualSpacing w:val="0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 w:rsidRPr="00D3691D">
        <w:rPr>
          <w:rFonts w:ascii="Arial" w:hAnsi="Arial" w:cs="Arial"/>
          <w:b/>
          <w:color w:val="548DD4" w:themeColor="text2" w:themeTint="99"/>
          <w:szCs w:val="24"/>
        </w:rPr>
        <w:t>desempenha</w:t>
      </w:r>
      <w:r>
        <w:rPr>
          <w:rFonts w:ascii="Arial" w:hAnsi="Arial" w:cs="Arial"/>
          <w:b/>
          <w:color w:val="548DD4" w:themeColor="text2" w:themeTint="99"/>
          <w:szCs w:val="24"/>
        </w:rPr>
        <w:t xml:space="preserve"> suas funções protocolares.</w:t>
      </w:r>
    </w:p>
    <w:p w14:paraId="69DF3463" w14:textId="77777777" w:rsidR="001330F2" w:rsidRPr="00E1006F" w:rsidRDefault="001330F2" w:rsidP="001330F2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 solenidade, </w:t>
      </w: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32E99A1A" w14:textId="77777777" w:rsidR="001330F2" w:rsidRPr="00E1006F" w:rsidRDefault="001330F2" w:rsidP="001330F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E1006F">
        <w:rPr>
          <w:rFonts w:ascii="Arial" w:hAnsi="Arial" w:cs="Arial"/>
          <w:szCs w:val="24"/>
        </w:rPr>
        <w:t>AGRADEÇO</w:t>
      </w:r>
      <w:proofErr w:type="gramEnd"/>
      <w:r w:rsidRPr="00E1006F">
        <w:rPr>
          <w:rFonts w:ascii="Arial" w:hAnsi="Arial" w:cs="Arial"/>
          <w:szCs w:val="24"/>
        </w:rPr>
        <w:t xml:space="preserve"> A PRESENÇA DE TODOS...</w:t>
      </w:r>
    </w:p>
    <w:p w14:paraId="46C9A3A6" w14:textId="77777777" w:rsidR="001330F2" w:rsidRPr="00E1006F" w:rsidRDefault="001330F2" w:rsidP="001330F2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4097E6BB" w14:textId="77777777" w:rsidR="001330F2" w:rsidRDefault="001330F2" w:rsidP="001330F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SUSPENDO A SESSÃO POR </w:t>
      </w:r>
      <w:r>
        <w:rPr>
          <w:rFonts w:ascii="Arial" w:hAnsi="Arial" w:cs="Arial"/>
          <w:szCs w:val="24"/>
        </w:rPr>
        <w:t>10</w:t>
      </w:r>
      <w:r w:rsidRPr="00E1006F">
        <w:rPr>
          <w:rFonts w:ascii="Arial" w:hAnsi="Arial" w:cs="Arial"/>
          <w:szCs w:val="24"/>
        </w:rPr>
        <w:t xml:space="preserve"> (</w:t>
      </w:r>
      <w:r>
        <w:rPr>
          <w:rFonts w:ascii="Arial" w:hAnsi="Arial" w:cs="Arial"/>
          <w:szCs w:val="24"/>
        </w:rPr>
        <w:t>DEZ</w:t>
      </w:r>
      <w:r w:rsidRPr="00E1006F">
        <w:rPr>
          <w:rFonts w:ascii="Arial" w:hAnsi="Arial" w:cs="Arial"/>
          <w:szCs w:val="24"/>
        </w:rPr>
        <w:t>) MINUTOS, PARA QUE POSSAMOS FAZER AS FOTOS</w:t>
      </w:r>
      <w:r>
        <w:rPr>
          <w:rFonts w:ascii="Arial" w:hAnsi="Arial" w:cs="Arial"/>
          <w:szCs w:val="24"/>
        </w:rPr>
        <w:t xml:space="preserve"> OFICIAIS</w:t>
      </w:r>
      <w:r w:rsidRPr="00E1006F">
        <w:rPr>
          <w:rFonts w:ascii="Arial" w:hAnsi="Arial" w:cs="Arial"/>
          <w:szCs w:val="24"/>
        </w:rPr>
        <w:t>.</w:t>
      </w:r>
    </w:p>
    <w:p w14:paraId="1E7B5C18" w14:textId="77777777" w:rsidR="001330F2" w:rsidRPr="00F92971" w:rsidRDefault="001330F2" w:rsidP="001330F2">
      <w:pPr>
        <w:pBdr>
          <w:top w:val="single" w:sz="4" w:space="1" w:color="auto"/>
        </w:pBdr>
        <w:spacing w:before="240"/>
        <w:jc w:val="both"/>
        <w:rPr>
          <w:rFonts w:ascii="Arial" w:hAnsi="Arial" w:cs="Arial"/>
          <w:b/>
          <w:color w:val="76923C" w:themeColor="accent3" w:themeShade="BF"/>
          <w:sz w:val="14"/>
          <w:szCs w:val="24"/>
        </w:rPr>
      </w:pPr>
    </w:p>
    <w:p w14:paraId="7D88B51E" w14:textId="77777777" w:rsidR="001330F2" w:rsidRPr="007B5B4E" w:rsidRDefault="001330F2" w:rsidP="001330F2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7B5B4E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F92971">
        <w:rPr>
          <w:rFonts w:ascii="Arial" w:hAnsi="Arial" w:cs="Arial"/>
          <w:b/>
          <w:color w:val="76923C" w:themeColor="accent3" w:themeShade="BF"/>
          <w:szCs w:val="24"/>
        </w:rPr>
        <w:t>PRESIDENTE</w:t>
      </w:r>
      <w:r w:rsidRPr="007B5B4E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00994D24" w14:textId="77777777" w:rsidR="001330F2" w:rsidRDefault="001330F2" w:rsidP="001330F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F92971">
        <w:rPr>
          <w:rFonts w:ascii="Arial" w:hAnsi="Arial" w:cs="Arial"/>
          <w:szCs w:val="24"/>
        </w:rPr>
        <w:t xml:space="preserve">RETOMANDO A SESSÃO, PEÇO </w:t>
      </w:r>
      <w:r>
        <w:rPr>
          <w:rFonts w:ascii="Arial" w:hAnsi="Arial" w:cs="Arial"/>
          <w:szCs w:val="24"/>
        </w:rPr>
        <w:t>AO</w:t>
      </w:r>
      <w:r w:rsidRPr="00F92971">
        <w:rPr>
          <w:rFonts w:ascii="Arial" w:hAnsi="Arial" w:cs="Arial"/>
          <w:szCs w:val="24"/>
        </w:rPr>
        <w:t xml:space="preserve"> 1</w:t>
      </w:r>
      <w:r>
        <w:rPr>
          <w:rFonts w:ascii="Arial" w:hAnsi="Arial" w:cs="Arial"/>
          <w:szCs w:val="24"/>
        </w:rPr>
        <w:t>º SECRETÁRIO</w:t>
      </w:r>
      <w:r w:rsidRPr="00F92971">
        <w:rPr>
          <w:rFonts w:ascii="Arial" w:hAnsi="Arial" w:cs="Arial"/>
          <w:szCs w:val="24"/>
        </w:rPr>
        <w:t xml:space="preserve"> QUE PROCEDA À VERIFICAÇÃO DE PRESENÇA</w:t>
      </w:r>
      <w:r>
        <w:rPr>
          <w:rFonts w:ascii="Arial" w:hAnsi="Arial" w:cs="Arial"/>
          <w:szCs w:val="24"/>
        </w:rPr>
        <w:t>.</w:t>
      </w:r>
    </w:p>
    <w:p w14:paraId="4CD2C4C8" w14:textId="77777777" w:rsidR="001330F2" w:rsidRPr="00F92971" w:rsidRDefault="001330F2" w:rsidP="001330F2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03838A68" w14:textId="77777777" w:rsidR="00AA12BA" w:rsidRPr="005C26E0" w:rsidRDefault="00AA12BA" w:rsidP="00AA12BA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86165C9" w14:textId="274726EB" w:rsidR="00AA12BA" w:rsidRDefault="00AA12BA" w:rsidP="00F13E4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DANDO INÍCIO AOS</w:t>
      </w:r>
      <w:r w:rsidRPr="008A543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NOSSOS </w:t>
      </w:r>
      <w:r w:rsidRPr="008A543E">
        <w:rPr>
          <w:rFonts w:ascii="Arial" w:hAnsi="Arial" w:cs="Arial"/>
          <w:szCs w:val="24"/>
        </w:rPr>
        <w:t>TRABALHOS</w:t>
      </w:r>
      <w:r>
        <w:rPr>
          <w:rFonts w:ascii="Arial" w:hAnsi="Arial" w:cs="Arial"/>
          <w:szCs w:val="24"/>
        </w:rPr>
        <w:t xml:space="preserve">, </w:t>
      </w:r>
      <w:r w:rsidRPr="008A543E">
        <w:rPr>
          <w:rFonts w:ascii="Arial" w:hAnsi="Arial" w:cs="Arial"/>
          <w:szCs w:val="24"/>
        </w:rPr>
        <w:t>CONVIDO A OCUPAR A</w:t>
      </w:r>
      <w:r>
        <w:rPr>
          <w:rFonts w:ascii="Arial" w:hAnsi="Arial" w:cs="Arial"/>
          <w:szCs w:val="24"/>
        </w:rPr>
        <w:t xml:space="preserve"> T</w:t>
      </w:r>
      <w:r w:rsidR="00F13E44">
        <w:rPr>
          <w:rFonts w:ascii="Arial" w:hAnsi="Arial" w:cs="Arial"/>
          <w:szCs w:val="24"/>
        </w:rPr>
        <w:t xml:space="preserve">RIBUNA DESTA CASA LEGISLATIVA </w:t>
      </w:r>
      <w:r w:rsidR="003B24D5">
        <w:rPr>
          <w:rFonts w:ascii="Arial" w:hAnsi="Arial" w:cs="Arial"/>
          <w:szCs w:val="24"/>
        </w:rPr>
        <w:t>A DOUTORA JACQUELINE APARECIDA CASADO NAVAJAS</w:t>
      </w:r>
      <w:r w:rsidR="00F13E44" w:rsidRPr="00F13E44">
        <w:rPr>
          <w:rFonts w:ascii="Arial" w:hAnsi="Arial" w:cs="Arial"/>
          <w:szCs w:val="24"/>
        </w:rPr>
        <w:t xml:space="preserve">, </w:t>
      </w:r>
      <w:r w:rsidR="003B24D5">
        <w:rPr>
          <w:rFonts w:ascii="Arial" w:hAnsi="Arial" w:cs="Arial"/>
          <w:szCs w:val="24"/>
        </w:rPr>
        <w:t>PROMOTORA DE JUSTIÇA</w:t>
      </w:r>
      <w:r w:rsidR="00F13E44" w:rsidRPr="00F13E44">
        <w:rPr>
          <w:rFonts w:ascii="Arial" w:hAnsi="Arial" w:cs="Arial"/>
          <w:szCs w:val="24"/>
        </w:rPr>
        <w:t>, QUE VAI TRAT</w:t>
      </w:r>
      <w:r w:rsidR="00F13E44">
        <w:rPr>
          <w:rFonts w:ascii="Arial" w:hAnsi="Arial" w:cs="Arial"/>
          <w:szCs w:val="24"/>
        </w:rPr>
        <w:t>AR DO TEMA "</w:t>
      </w:r>
      <w:r w:rsidR="003B24D5">
        <w:rPr>
          <w:rFonts w:ascii="Arial" w:hAnsi="Arial" w:cs="Arial"/>
          <w:szCs w:val="24"/>
        </w:rPr>
        <w:t xml:space="preserve">IMPORTÂNCIA DAS LEIS DO PROGRAMA JOVEM APRENDIZ E </w:t>
      </w:r>
      <w:r w:rsidR="00836374">
        <w:rPr>
          <w:rFonts w:ascii="Arial" w:hAnsi="Arial" w:cs="Arial"/>
          <w:szCs w:val="24"/>
        </w:rPr>
        <w:t xml:space="preserve">DO </w:t>
      </w:r>
      <w:r w:rsidR="003B24D5">
        <w:rPr>
          <w:rFonts w:ascii="Arial" w:hAnsi="Arial" w:cs="Arial"/>
          <w:szCs w:val="24"/>
        </w:rPr>
        <w:t>SELO EMPRESA AMIGA DA CRIANÇA E DO ADOLESCENTE</w:t>
      </w:r>
      <w:r w:rsidR="00F13E44">
        <w:rPr>
          <w:rFonts w:ascii="Arial" w:hAnsi="Arial" w:cs="Arial"/>
          <w:szCs w:val="24"/>
        </w:rPr>
        <w:t>".</w:t>
      </w:r>
    </w:p>
    <w:p w14:paraId="7B8ABE16" w14:textId="6C26768E" w:rsidR="00AA12BA" w:rsidRDefault="00553A81" w:rsidP="00AA12B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  <w:r w:rsidR="00F13E44">
        <w:rPr>
          <w:rFonts w:ascii="Arial" w:hAnsi="Arial" w:cs="Arial"/>
          <w:szCs w:val="24"/>
        </w:rPr>
        <w:t xml:space="preserve"> SENHOR</w:t>
      </w:r>
      <w:r>
        <w:rPr>
          <w:rFonts w:ascii="Arial" w:hAnsi="Arial" w:cs="Arial"/>
          <w:szCs w:val="24"/>
        </w:rPr>
        <w:t>A</w:t>
      </w:r>
      <w:r w:rsidR="00F13E44">
        <w:rPr>
          <w:rFonts w:ascii="Arial" w:hAnsi="Arial" w:cs="Arial"/>
          <w:szCs w:val="24"/>
        </w:rPr>
        <w:t xml:space="preserve"> TEM O TEMPO DE 15 MINUTOS PARA FAZER USO DA TRIBUNA.</w:t>
      </w:r>
    </w:p>
    <w:p w14:paraId="5921F08F" w14:textId="1FDAFF05" w:rsidR="00EC6FAA" w:rsidRDefault="00F13E44" w:rsidP="00EC6FA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2A654ADF" w14:textId="77777777" w:rsidR="00EC6FAA" w:rsidRDefault="00EC6FAA" w:rsidP="00EC6FAA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5F6703A4" w14:textId="606F4F93" w:rsidR="00AA12BA" w:rsidRPr="00EC6FAA" w:rsidRDefault="00EC6FAA" w:rsidP="00EC6FAA">
      <w:pPr>
        <w:spacing w:line="312" w:lineRule="auto"/>
        <w:ind w:left="851" w:hanging="851"/>
        <w:jc w:val="both"/>
        <w:rPr>
          <w:rFonts w:ascii="Arial" w:hAnsi="Arial" w:cs="Arial"/>
          <w:szCs w:val="24"/>
        </w:rPr>
      </w:pPr>
      <w:proofErr w:type="gramStart"/>
      <w:r w:rsidRPr="00EC6FAA">
        <w:rPr>
          <w:rFonts w:ascii="Arial" w:hAnsi="Arial" w:cs="Arial"/>
          <w:b/>
          <w:szCs w:val="24"/>
        </w:rPr>
        <w:t>6.1)</w:t>
      </w:r>
      <w:r>
        <w:rPr>
          <w:rFonts w:ascii="Arial" w:hAnsi="Arial" w:cs="Arial"/>
          <w:szCs w:val="24"/>
        </w:rPr>
        <w:tab/>
      </w:r>
      <w:proofErr w:type="gramEnd"/>
      <w:r w:rsidR="00AA12BA" w:rsidRPr="00EC6FAA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="00AA12BA" w:rsidRPr="00EC6FAA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AA12BA" w:rsidRPr="00EC6FAA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00671EA2" w14:textId="59F07B31" w:rsidR="00F13E44" w:rsidRDefault="00AA12BA" w:rsidP="00F13E44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 w:rsidR="00F13E44">
        <w:rPr>
          <w:rFonts w:ascii="Arial" w:hAnsi="Arial" w:cs="Arial"/>
          <w:szCs w:val="24"/>
        </w:rPr>
        <w:t>PEL</w:t>
      </w:r>
      <w:r w:rsidR="00553A81">
        <w:rPr>
          <w:rFonts w:ascii="Arial" w:hAnsi="Arial" w:cs="Arial"/>
          <w:szCs w:val="24"/>
        </w:rPr>
        <w:t xml:space="preserve">A </w:t>
      </w:r>
      <w:r w:rsidR="00553A81">
        <w:rPr>
          <w:rFonts w:ascii="Arial" w:hAnsi="Arial" w:cs="Arial"/>
          <w:szCs w:val="24"/>
        </w:rPr>
        <w:t>DOUTORA JACQUELINE</w:t>
      </w:r>
      <w:r w:rsidR="00553A81">
        <w:rPr>
          <w:rFonts w:ascii="Arial" w:hAnsi="Arial" w:cs="Arial"/>
          <w:szCs w:val="24"/>
        </w:rPr>
        <w:t>.</w:t>
      </w:r>
    </w:p>
    <w:p w14:paraId="4AF70EB6" w14:textId="77777777" w:rsidR="00F13E44" w:rsidRDefault="00F13E44" w:rsidP="00F13E44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8"/>
        </w:rPr>
      </w:pPr>
    </w:p>
    <w:p w14:paraId="143120B1" w14:textId="77777777" w:rsidR="001330F2" w:rsidRDefault="001330F2" w:rsidP="00F13E44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8"/>
        </w:rPr>
      </w:pPr>
    </w:p>
    <w:p w14:paraId="3BBFEC23" w14:textId="77777777" w:rsidR="001330F2" w:rsidRDefault="001330F2" w:rsidP="00F13E44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8"/>
        </w:rPr>
      </w:pPr>
    </w:p>
    <w:p w14:paraId="4A9799CA" w14:textId="0F0EEF17" w:rsidR="00FC673E" w:rsidRPr="00F13E44" w:rsidRDefault="00FC673E" w:rsidP="00F13E44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F13E44">
        <w:rPr>
          <w:rFonts w:ascii="Arial" w:hAnsi="Arial" w:cs="Arial"/>
          <w:b/>
          <w:color w:val="76923C" w:themeColor="accent3" w:themeShade="BF"/>
          <w:szCs w:val="24"/>
        </w:rPr>
        <w:t>O PRESIDENTE anuncia a Fase do Expediente</w:t>
      </w:r>
      <w:r w:rsidR="00D66563" w:rsidRPr="00F13E44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7DAC541D" w14:textId="77777777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2BA48F5D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B06869">
        <w:rPr>
          <w:rFonts w:ascii="Arial" w:hAnsi="Arial" w:cs="Arial"/>
          <w:szCs w:val="28"/>
        </w:rPr>
        <w:t>AO 1º SECRETÁRIO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3A960243" w:rsidR="00F64DD4" w:rsidRPr="00DB5F7F" w:rsidRDefault="00B06869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O 1º SECRETÁRIO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14252BE8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B06869">
        <w:rPr>
          <w:rFonts w:ascii="Arial" w:hAnsi="Arial" w:cs="Arial"/>
          <w:szCs w:val="28"/>
          <w:highlight w:val="yellow"/>
          <w:lang w:eastAsia="ko-KR"/>
        </w:rPr>
        <w:t>o 1º SECRETÁRIO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5D4DAA2A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B06869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3AD2103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835035">
        <w:rPr>
          <w:rFonts w:ascii="Arial" w:hAnsi="Arial" w:cs="Arial"/>
          <w:color w:val="FF0000"/>
          <w:szCs w:val="28"/>
          <w:lang w:eastAsia="ko-KR"/>
        </w:rPr>
        <w:t>9.6)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097020D8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3503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9.4)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0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E709F6E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3503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9.4)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0"/>
      <w:bookmarkEnd w:id="1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2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2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3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3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31A11308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835035">
        <w:rPr>
          <w:rFonts w:ascii="Arial" w:hAnsi="Arial" w:cs="Arial"/>
          <w:color w:val="FF0000"/>
          <w:szCs w:val="28"/>
          <w:lang w:eastAsia="ko-KR"/>
        </w:rPr>
        <w:t>10.6)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172918F2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3503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10.4)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3B073933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35035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10.4)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4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4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5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5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4EFBD8" w14:textId="77777777" w:rsidR="004C706E" w:rsidRPr="00572B09" w:rsidRDefault="004C706E" w:rsidP="004C706E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572B0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0A111FB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szCs w:val="24"/>
        </w:rPr>
        <w:t>AGORA, SOLICITO</w:t>
      </w:r>
      <w:r>
        <w:rPr>
          <w:rFonts w:ascii="Arial" w:hAnsi="Arial" w:cs="Arial"/>
          <w:szCs w:val="24"/>
          <w:lang w:eastAsia="ko-KR"/>
        </w:rPr>
        <w:t xml:space="preserve"> AO VEREADOR PAULINHO DOS CONDUTORES, LÍDER DO GOVERNO, QUE FAÇA A LEITURA DAS 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PELO EXECUTIVO AOS </w:t>
      </w:r>
      <w:r>
        <w:rPr>
          <w:rFonts w:ascii="Arial" w:hAnsi="Arial" w:cs="Arial"/>
          <w:caps/>
          <w:szCs w:val="24"/>
        </w:rPr>
        <w:t>PEDIDOS DE INFORMAÇÕES.</w:t>
      </w:r>
    </w:p>
    <w:p w14:paraId="1E3BB7F5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740CE973" w14:textId="77777777" w:rsidR="000B6A4A" w:rsidRDefault="000B6A4A" w:rsidP="000B6A4A">
      <w:pPr>
        <w:pStyle w:val="PargrafodaLista"/>
        <w:numPr>
          <w:ilvl w:val="1"/>
          <w:numId w:val="15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2E64CA81" w14:textId="77777777" w:rsidR="000B6A4A" w:rsidRDefault="000B6A4A" w:rsidP="000B6A4A">
      <w:pPr>
        <w:pStyle w:val="PargrafodaLista"/>
        <w:numPr>
          <w:ilvl w:val="1"/>
          <w:numId w:val="15"/>
        </w:numPr>
        <w:spacing w:before="240" w:line="360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>Quando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as respostas, 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6BB975BA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>
        <w:rPr>
          <w:rFonts w:ascii="Arial" w:hAnsi="Arial" w:cs="Arial"/>
          <w:caps/>
          <w:szCs w:val="24"/>
          <w:highlight w:val="yellow"/>
          <w:lang w:eastAsia="ko-KR"/>
        </w:rPr>
        <w:t>, PRESIDENTE!</w:t>
      </w:r>
    </w:p>
    <w:p w14:paraId="646F6DAE" w14:textId="77777777" w:rsidR="004C706E" w:rsidRDefault="004C706E" w:rsidP="004C706E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338078FE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B06869">
        <w:rPr>
          <w:rFonts w:ascii="Arial" w:hAnsi="Arial" w:cs="Arial"/>
          <w:caps/>
          <w:szCs w:val="28"/>
          <w:lang w:eastAsia="ko-KR"/>
        </w:rPr>
        <w:t>AO 1º SECRETÁRIO</w:t>
      </w:r>
      <w:r w:rsidRPr="00FC5D80">
        <w:rPr>
          <w:rFonts w:ascii="Arial" w:hAnsi="Arial" w:cs="Arial"/>
          <w:caps/>
          <w:szCs w:val="28"/>
          <w:lang w:eastAsia="ko-KR"/>
        </w:rPr>
        <w:t xml:space="preserve"> QUE FAÇA A LEITURA DOS VOTOS DE PESAR APRESENTADOS PELOS SENHORES VEREADORES.</w:t>
      </w:r>
    </w:p>
    <w:p w14:paraId="1D9239D1" w14:textId="5CA04449" w:rsidR="00655D82" w:rsidRPr="00FC5D80" w:rsidRDefault="00B06869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O 1º SECRETÁRIO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426E24F9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B06869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Pr="00FC5D80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12F5B19D" w14:textId="77777777" w:rsidR="00FC5D80" w:rsidRDefault="00FC5D80">
      <w:pPr>
        <w:rPr>
          <w:rFonts w:ascii="Arial" w:hAnsi="Arial" w:cs="Arial"/>
          <w:b/>
          <w:color w:val="548DD4" w:themeColor="text2" w:themeTint="99"/>
          <w:szCs w:val="28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8"/>
          <w:lang w:eastAsia="ko-KR"/>
        </w:rPr>
        <w:br w:type="page"/>
      </w:r>
    </w:p>
    <w:p w14:paraId="3E04C513" w14:textId="77777777" w:rsidR="00FC5D80" w:rsidRPr="003058CD" w:rsidRDefault="00FC5D80" w:rsidP="0050047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58094158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761CA5D5" w14:textId="57CBB1DC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5403DA">
        <w:rPr>
          <w:rFonts w:ascii="Arial" w:hAnsi="Arial" w:cs="Arial"/>
          <w:szCs w:val="24"/>
          <w:lang w:eastAsia="ko-KR"/>
        </w:rPr>
        <w:t xml:space="preserve"> </w:t>
      </w:r>
      <w:r w:rsidR="00B06869">
        <w:rPr>
          <w:rFonts w:ascii="Arial" w:hAnsi="Arial" w:cs="Arial"/>
          <w:szCs w:val="24"/>
          <w:lang w:eastAsia="ko-KR"/>
        </w:rPr>
        <w:t>AO 1º SECRETÁRIO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4412C68D" w14:textId="44D22D50" w:rsidR="00FC5D80" w:rsidRPr="00326D37" w:rsidRDefault="00B06869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6" w:name="_Ref475712815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O 1º SECRETÁRIO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faz a leitura da ementa do Projeto</w:t>
      </w:r>
      <w:bookmarkEnd w:id="6"/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1F57F7E6" w14:textId="77777777" w:rsidR="00FC5D80" w:rsidRPr="003058CD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CCE02E2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140C9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2F5110" w14:textId="26E8D698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Pr="00664622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04597D2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7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7"/>
    </w:p>
    <w:p w14:paraId="68DE384A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226964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8"/>
    </w:p>
    <w:p w14:paraId="3331FA7E" w14:textId="0BD07DF6" w:rsidR="00FC5D80" w:rsidRPr="00092897" w:rsidRDefault="00FC5D80" w:rsidP="00FC5D8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835035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14)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1F639376" w14:textId="34A31B3A" w:rsidR="00FC5D80" w:rsidRPr="00326D37" w:rsidRDefault="005403DA" w:rsidP="00FC5D80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B0686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o 1º SECRETÁRIO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dirá</w:t>
      </w:r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4A1CC79F" w14:textId="2F9C36EB" w:rsidR="00FC5D80" w:rsidRPr="00B73532" w:rsidRDefault="00FC5D80" w:rsidP="00FC5D8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_Ref126671193 \r \h </w:instrTex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835035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19)</w: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D22E99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F69177B" w14:textId="582B73E1" w:rsidR="00FC5D80" w:rsidRPr="00940241" w:rsidRDefault="0050047E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="00FC5D80"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 w:rsidR="00FC5D80">
        <w:rPr>
          <w:rFonts w:ascii="Arial" w:hAnsi="Arial" w:cs="Arial"/>
          <w:caps/>
          <w:szCs w:val="24"/>
          <w:lang w:eastAsia="ko-KR"/>
        </w:rPr>
        <w:t xml:space="preserve">FAÇA A </w:t>
      </w:r>
      <w:r w:rsidR="00FC5D80" w:rsidRPr="00940241">
        <w:rPr>
          <w:rFonts w:ascii="Arial" w:hAnsi="Arial" w:cs="Arial"/>
          <w:caps/>
          <w:szCs w:val="24"/>
          <w:lang w:eastAsia="ko-KR"/>
        </w:rPr>
        <w:t>lei</w:t>
      </w:r>
      <w:r w:rsidR="00FC5D80">
        <w:rPr>
          <w:rFonts w:ascii="Arial" w:hAnsi="Arial" w:cs="Arial"/>
          <w:caps/>
          <w:szCs w:val="24"/>
          <w:lang w:eastAsia="ko-KR"/>
        </w:rPr>
        <w:t>TURA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>
        <w:rPr>
          <w:rFonts w:ascii="Arial" w:hAnsi="Arial" w:cs="Arial"/>
          <w:caps/>
          <w:szCs w:val="24"/>
          <w:lang w:eastAsia="ko-KR"/>
        </w:rPr>
        <w:t>D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="00FC5D80">
        <w:rPr>
          <w:rFonts w:ascii="Arial" w:hAnsi="Arial" w:cs="Arial"/>
          <w:caps/>
          <w:szCs w:val="24"/>
          <w:lang w:eastAsia="ko-KR"/>
        </w:rPr>
        <w:t xml:space="preserve">EMENDA </w:t>
      </w:r>
      <w:r w:rsidR="00FC5D80"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0DB6B5A9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3563BE0E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4E7EF8A0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814EE49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56065064" w14:textId="77777777" w:rsidR="00FC5D80" w:rsidRPr="00B73532" w:rsidRDefault="00FC5D80" w:rsidP="00FC5D8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B46FF7E" w14:textId="77777777" w:rsidR="00FC5D80" w:rsidRPr="00940241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DC46594" w14:textId="7F4A5AED" w:rsidR="00FC5D80" w:rsidRDefault="0050047E" w:rsidP="00FC5D80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="00FC5D80" w:rsidRPr="00664622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FC5D80" w:rsidRPr="00940241"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b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FC5D80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835035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16.1)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279D2A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9"/>
    </w:p>
    <w:p w14:paraId="4694370D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2A7F212B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B06869">
        <w:rPr>
          <w:rFonts w:ascii="Arial" w:hAnsi="Arial" w:cs="Arial"/>
          <w:szCs w:val="28"/>
          <w:lang w:eastAsia="ko-KR"/>
        </w:rPr>
        <w:t>AO 1º SECRETÁRIO</w:t>
      </w:r>
      <w:r w:rsidRPr="00DB5F7F">
        <w:rPr>
          <w:rFonts w:ascii="Arial" w:hAnsi="Arial" w:cs="Arial"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07B4DA5F" w:rsidR="00A03804" w:rsidRPr="00FC5D80" w:rsidRDefault="00B06869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 1º SECRETÁRIO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2E5216F5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B06869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32350798" w14:textId="22C63748" w:rsidR="00FE7B7C" w:rsidRPr="00FE7B7C" w:rsidRDefault="00FE7B7C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FE7B7C">
        <w:rPr>
          <w:rFonts w:ascii="Arial" w:hAnsi="Arial" w:cs="Arial"/>
          <w:b/>
          <w:szCs w:val="28"/>
          <w:lang w:eastAsia="ko-KR"/>
        </w:rPr>
        <w:t>DESTACO QUE ESTA É A ÚLTIMA SESSÃO ORDINÁRIA ANTE</w:t>
      </w:r>
      <w:r>
        <w:rPr>
          <w:rFonts w:ascii="Arial" w:hAnsi="Arial" w:cs="Arial"/>
          <w:b/>
          <w:szCs w:val="28"/>
          <w:lang w:eastAsia="ko-KR"/>
        </w:rPr>
        <w:t>S D</w:t>
      </w:r>
      <w:r w:rsidRPr="00FE7B7C">
        <w:rPr>
          <w:rFonts w:ascii="Arial" w:hAnsi="Arial" w:cs="Arial"/>
          <w:b/>
          <w:szCs w:val="28"/>
          <w:lang w:eastAsia="ko-KR"/>
        </w:rPr>
        <w:t>O PERÍODO DE RECESSO LEGISLATIVO, SENDO QUE A PRÓXIMA SESSÃO ORDINÁRIA DEVERÁ OCORRER NO MÊS DE AGOSTO.</w:t>
      </w: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72C1BDE4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553A81">
        <w:rPr>
          <w:rFonts w:ascii="Arial" w:hAnsi="Arial" w:cs="Arial"/>
          <w:szCs w:val="28"/>
          <w:lang w:eastAsia="ko-KR"/>
        </w:rPr>
        <w:t>26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D11E22">
        <w:rPr>
          <w:rFonts w:ascii="Arial" w:hAnsi="Arial" w:cs="Arial"/>
          <w:szCs w:val="28"/>
          <w:lang w:eastAsia="ko-KR"/>
        </w:rPr>
        <w:t>JUNHO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F13E44">
        <w:rPr>
          <w:rFonts w:ascii="Arial" w:hAnsi="Arial" w:cs="Arial"/>
          <w:szCs w:val="28"/>
          <w:lang w:eastAsia="ko-KR"/>
        </w:rPr>
        <w:t>2</w:t>
      </w:r>
      <w:r w:rsidR="00553A81">
        <w:rPr>
          <w:rFonts w:ascii="Arial" w:hAnsi="Arial" w:cs="Arial"/>
          <w:szCs w:val="28"/>
          <w:lang w:eastAsia="ko-KR"/>
        </w:rPr>
        <w:t>1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F13E44">
        <w:rPr>
          <w:rFonts w:ascii="Arial" w:hAnsi="Arial" w:cs="Arial"/>
          <w:szCs w:val="28"/>
          <w:lang w:eastAsia="ko-KR"/>
        </w:rPr>
        <w:t>VIGÉSIMA</w:t>
      </w:r>
      <w:r w:rsidR="00553A81">
        <w:rPr>
          <w:rFonts w:ascii="Arial" w:hAnsi="Arial" w:cs="Arial"/>
          <w:szCs w:val="28"/>
          <w:lang w:eastAsia="ko-KR"/>
        </w:rPr>
        <w:t xml:space="preserve"> PRIMEIRA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6C0159">
        <w:rPr>
          <w:rFonts w:ascii="Arial" w:hAnsi="Arial" w:cs="Arial"/>
          <w:szCs w:val="28"/>
          <w:lang w:eastAsia="ko-KR"/>
        </w:rPr>
        <w:t>4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21DE3D9A" w14:textId="5F3BF9D9" w:rsidR="000D7DD3" w:rsidRDefault="00FC5D80" w:rsidP="007F246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B06869">
        <w:rPr>
          <w:rFonts w:ascii="Arial" w:hAnsi="Arial" w:cs="Arial"/>
          <w:szCs w:val="24"/>
        </w:rPr>
        <w:t>AO 1º SECRETÁRIO</w:t>
      </w:r>
      <w:r w:rsidRPr="00DB5F7F">
        <w:rPr>
          <w:rFonts w:ascii="Arial" w:hAnsi="Arial" w:cs="Arial"/>
          <w:color w:val="FFFFFF" w:themeColor="background1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54737722" w14:textId="6CAE2432" w:rsidR="0061121B" w:rsidRDefault="0061121B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008352BB" w14:textId="080BB94D" w:rsidR="00D16E3B" w:rsidRPr="003E3776" w:rsidRDefault="00D16E3B" w:rsidP="00D16E3B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 </w:t>
      </w:r>
      <w:r w:rsidR="00BD070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ª </w:t>
      </w:r>
      <w:r w:rsidRPr="00344F1F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votação secreta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9098AFA" w14:textId="77777777" w:rsidR="00D16E3B" w:rsidRPr="003E3776" w:rsidRDefault="00D16E3B" w:rsidP="00D16E3B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NA CONFORMIDADE DO REGIMENTO INTERNO, PROCEDEREMOS À VOTAÇÃO SECRETA DESTE PROJETO. PEÇO QUE SEJAM DISTRIBUÍDAS AS CÉDULAS DE VOTAÇÃO.</w:t>
      </w:r>
    </w:p>
    <w:p w14:paraId="0E2577C2" w14:textId="77777777" w:rsidR="00D16E3B" w:rsidRPr="003E3776" w:rsidRDefault="00D16E3B" w:rsidP="00D16E3B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aguarda que todos votem e diz:</w:t>
      </w:r>
    </w:p>
    <w:p w14:paraId="4E7011BC" w14:textId="77777777" w:rsidR="00D16E3B" w:rsidRPr="003E3776" w:rsidRDefault="00D16E3B" w:rsidP="00D16E3B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PEÇO QUE AS CÉDULAS SEJAM RECOLHIDAS.</w:t>
      </w:r>
    </w:p>
    <w:p w14:paraId="3C654558" w14:textId="77777777" w:rsidR="00D16E3B" w:rsidRPr="003E3776" w:rsidRDefault="00D16E3B" w:rsidP="00D16E3B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APROVADO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 projeto,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42217F7" w14:textId="79814CB4" w:rsidR="00D16E3B" w:rsidRPr="00020BED" w:rsidRDefault="00D16E3B" w:rsidP="00D16E3B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3E3776">
        <w:rPr>
          <w:rFonts w:ascii="Arial" w:hAnsi="Arial" w:cs="Arial"/>
          <w:szCs w:val="24"/>
          <w:lang w:eastAsia="ko-KR"/>
        </w:rPr>
        <w:t xml:space="preserve">O PROJETO DE DECRETO LEGISLATIVO Nº 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1</w:t>
      </w:r>
      <w:r w:rsidR="00BD070C">
        <w:rPr>
          <w:rFonts w:ascii="Arial" w:hAnsi="Arial" w:cs="Arial"/>
          <w:b/>
          <w:szCs w:val="24"/>
          <w:highlight w:val="yellow"/>
          <w:u w:val="single"/>
          <w:lang w:eastAsia="ko-KR"/>
        </w:rPr>
        <w:t>6</w:t>
      </w:r>
      <w:r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2</w:t>
      </w:r>
      <w:r w:rsidRPr="00B41CF4">
        <w:rPr>
          <w:rFonts w:ascii="Arial" w:hAnsi="Arial" w:cs="Arial"/>
          <w:b/>
          <w:szCs w:val="24"/>
          <w:highlight w:val="yellow"/>
          <w:u w:val="single"/>
          <w:lang w:eastAsia="ko-KR"/>
        </w:rPr>
        <w:t>4</w:t>
      </w:r>
      <w:r w:rsidRPr="003E3776">
        <w:rPr>
          <w:rFonts w:ascii="Arial" w:hAnsi="Arial" w:cs="Arial"/>
          <w:szCs w:val="24"/>
          <w:lang w:eastAsia="ko-KR"/>
        </w:rPr>
        <w:t>, DE AUTORIA D</w:t>
      </w:r>
      <w:r>
        <w:rPr>
          <w:rFonts w:ascii="Arial" w:hAnsi="Arial" w:cs="Arial"/>
          <w:szCs w:val="24"/>
          <w:lang w:eastAsia="ko-KR"/>
        </w:rPr>
        <w:t xml:space="preserve">A </w:t>
      </w:r>
      <w:r w:rsidRPr="003E3776">
        <w:rPr>
          <w:rFonts w:ascii="Arial" w:hAnsi="Arial" w:cs="Arial"/>
          <w:szCs w:val="24"/>
          <w:lang w:eastAsia="ko-KR"/>
        </w:rPr>
        <w:t>VEREADOR</w:t>
      </w:r>
      <w:r>
        <w:rPr>
          <w:rFonts w:ascii="Arial" w:hAnsi="Arial" w:cs="Arial"/>
          <w:szCs w:val="24"/>
          <w:lang w:eastAsia="ko-KR"/>
        </w:rPr>
        <w:t>A JULIANA DA FÊNIX</w:t>
      </w:r>
      <w:r w:rsidRPr="003E3776">
        <w:rPr>
          <w:rFonts w:ascii="Arial" w:hAnsi="Arial" w:cs="Arial"/>
          <w:szCs w:val="24"/>
          <w:lang w:eastAsia="ko-KR"/>
        </w:rPr>
        <w:t xml:space="preserve">, QUE CONCEDE O </w:t>
      </w:r>
      <w:r w:rsidRPr="00020BED">
        <w:rPr>
          <w:rFonts w:ascii="Arial" w:hAnsi="Arial" w:cs="Arial"/>
          <w:szCs w:val="24"/>
          <w:lang w:eastAsia="ko-KR"/>
        </w:rPr>
        <w:t xml:space="preserve">TÍTULO DE CIDADÃ JACAREIENSE </w:t>
      </w:r>
      <w:r w:rsidR="00BD070C">
        <w:rPr>
          <w:rFonts w:ascii="Arial" w:hAnsi="Arial" w:cs="Arial"/>
          <w:szCs w:val="24"/>
          <w:lang w:eastAsia="ko-KR"/>
        </w:rPr>
        <w:t xml:space="preserve">À </w:t>
      </w:r>
      <w:r w:rsidR="00BD070C">
        <w:rPr>
          <w:rFonts w:ascii="Arial" w:hAnsi="Arial" w:cs="Arial"/>
          <w:b/>
          <w:szCs w:val="24"/>
          <w:lang w:eastAsia="ko-KR"/>
        </w:rPr>
        <w:t>ESCRITORA LUDMILA SAHAROVSKY</w:t>
      </w:r>
      <w:r w:rsidRPr="00B41CF4">
        <w:rPr>
          <w:rFonts w:ascii="Arial" w:hAnsi="Arial" w:cs="Arial"/>
          <w:b/>
          <w:szCs w:val="24"/>
          <w:lang w:eastAsia="ko-KR"/>
        </w:rPr>
        <w:t xml:space="preserve"> </w:t>
      </w:r>
      <w:r w:rsidRPr="00020BED">
        <w:rPr>
          <w:rFonts w:ascii="Arial" w:hAnsi="Arial" w:cs="Arial"/>
          <w:szCs w:val="24"/>
          <w:lang w:eastAsia="ko-KR"/>
        </w:rPr>
        <w:t>FOI APROVADO NOS TERMOS REGIMENTAIS.</w:t>
      </w:r>
    </w:p>
    <w:p w14:paraId="7AFE0DC8" w14:textId="77777777" w:rsidR="00D16E3B" w:rsidRPr="003E3776" w:rsidRDefault="00D16E3B" w:rsidP="00D16E3B">
      <w:pPr>
        <w:pStyle w:val="PargrafodaLista"/>
        <w:spacing w:line="360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</w:p>
    <w:p w14:paraId="7F63B48D" w14:textId="3662FBA5" w:rsidR="00D16E3B" w:rsidRPr="003E3776" w:rsidRDefault="00D16E3B" w:rsidP="00D16E3B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(</w:t>
      </w:r>
      <w:r w:rsidRPr="003E3776">
        <w:rPr>
          <w:rFonts w:ascii="Arial" w:hAnsi="Arial" w:cs="Arial"/>
          <w:szCs w:val="24"/>
          <w:lang w:eastAsia="ko-KR"/>
        </w:rPr>
        <w:t>AUTOR</w:t>
      </w:r>
      <w:r>
        <w:rPr>
          <w:rFonts w:ascii="Arial" w:hAnsi="Arial" w:cs="Arial"/>
          <w:szCs w:val="24"/>
          <w:lang w:eastAsia="ko-KR"/>
        </w:rPr>
        <w:t>A</w:t>
      </w:r>
      <w:r w:rsidRPr="003E3776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 xml:space="preserve">DO PROJETO FAZ USO DA PALAVRA </w:t>
      </w:r>
      <w:r w:rsidRPr="003E3776">
        <w:rPr>
          <w:rFonts w:ascii="Arial" w:hAnsi="Arial" w:cs="Arial"/>
          <w:szCs w:val="24"/>
          <w:lang w:eastAsia="ko-KR"/>
        </w:rPr>
        <w:t>PELO TEMPO DE 5 MINUTOS PARA QUE, SE FOR DO SEU INTERESSE, FAZER BREVES CONSIDERAÇÕES A RESPEITO DA PROPOSITURA ORA APROVADA</w:t>
      </w:r>
      <w:r>
        <w:rPr>
          <w:rFonts w:ascii="Arial" w:hAnsi="Arial" w:cs="Arial"/>
          <w:szCs w:val="24"/>
          <w:lang w:eastAsia="ko-KR"/>
        </w:rPr>
        <w:t>)</w:t>
      </w:r>
      <w:r w:rsidRPr="003E3776">
        <w:rPr>
          <w:rFonts w:ascii="Arial" w:hAnsi="Arial" w:cs="Arial"/>
          <w:szCs w:val="24"/>
          <w:lang w:eastAsia="ko-KR"/>
        </w:rPr>
        <w:t>.</w:t>
      </w:r>
    </w:p>
    <w:p w14:paraId="2F129204" w14:textId="77777777" w:rsidR="00D16E3B" w:rsidRPr="003E3776" w:rsidRDefault="00D16E3B" w:rsidP="00D16E3B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REJEITADO</w:t>
      </w:r>
      <w:r w:rsidRPr="003E3776">
        <w:rPr>
          <w:rFonts w:ascii="Arial" w:hAnsi="Arial" w:cs="Arial"/>
          <w:b/>
          <w:color w:val="FF0000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projeto,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7678629D" w14:textId="78DDA757" w:rsidR="00D16E3B" w:rsidRPr="003E3776" w:rsidRDefault="00D16E3B" w:rsidP="00D16E3B">
      <w:pPr>
        <w:pStyle w:val="PargrafodaLista"/>
        <w:numPr>
          <w:ilvl w:val="0"/>
          <w:numId w:val="26"/>
        </w:numPr>
        <w:spacing w:line="360" w:lineRule="auto"/>
        <w:ind w:left="851" w:hanging="425"/>
        <w:jc w:val="both"/>
        <w:rPr>
          <w:rFonts w:ascii="Arial" w:hAnsi="Arial" w:cs="Arial"/>
          <w:caps/>
          <w:szCs w:val="24"/>
          <w:lang w:eastAsia="ko-KR"/>
        </w:rPr>
      </w:pPr>
      <w:r w:rsidRPr="003E3776">
        <w:rPr>
          <w:rFonts w:ascii="Arial" w:hAnsi="Arial" w:cs="Arial"/>
          <w:szCs w:val="24"/>
        </w:rPr>
        <w:t xml:space="preserve">O PROJETO DE </w:t>
      </w:r>
      <w:r w:rsidRPr="003E3776">
        <w:rPr>
          <w:rFonts w:ascii="Arial" w:hAnsi="Arial" w:cs="Arial"/>
          <w:szCs w:val="24"/>
          <w:lang w:eastAsia="ko-KR"/>
        </w:rPr>
        <w:t xml:space="preserve">DECRETO LEGISLATIVO Nº 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1</w:t>
      </w:r>
      <w:r w:rsidR="00BD070C">
        <w:rPr>
          <w:rFonts w:ascii="Arial" w:hAnsi="Arial" w:cs="Arial"/>
          <w:b/>
          <w:szCs w:val="24"/>
          <w:highlight w:val="yellow"/>
          <w:u w:val="single"/>
          <w:lang w:eastAsia="ko-KR"/>
        </w:rPr>
        <w:t>6</w:t>
      </w:r>
      <w:r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 w:rsidRPr="00532627">
        <w:rPr>
          <w:rFonts w:ascii="Arial" w:hAnsi="Arial" w:cs="Arial"/>
          <w:b/>
          <w:szCs w:val="24"/>
          <w:highlight w:val="yellow"/>
          <w:u w:val="single"/>
          <w:lang w:eastAsia="ko-KR"/>
        </w:rPr>
        <w:t>24</w:t>
      </w:r>
      <w:r w:rsidRPr="003E3776">
        <w:rPr>
          <w:rFonts w:ascii="Arial" w:hAnsi="Arial" w:cs="Arial"/>
          <w:szCs w:val="24"/>
          <w:lang w:eastAsia="ko-KR"/>
        </w:rPr>
        <w:t>, DE AUTORIA D</w:t>
      </w:r>
      <w:r>
        <w:rPr>
          <w:rFonts w:ascii="Arial" w:hAnsi="Arial" w:cs="Arial"/>
          <w:szCs w:val="24"/>
          <w:lang w:eastAsia="ko-KR"/>
        </w:rPr>
        <w:t xml:space="preserve">A </w:t>
      </w:r>
      <w:r w:rsidRPr="003E3776">
        <w:rPr>
          <w:rFonts w:ascii="Arial" w:hAnsi="Arial" w:cs="Arial"/>
          <w:szCs w:val="24"/>
          <w:lang w:eastAsia="ko-KR"/>
        </w:rPr>
        <w:t>VEREADOR</w:t>
      </w:r>
      <w:r>
        <w:rPr>
          <w:rFonts w:ascii="Arial" w:hAnsi="Arial" w:cs="Arial"/>
          <w:szCs w:val="24"/>
          <w:lang w:eastAsia="ko-KR"/>
        </w:rPr>
        <w:t>A JULIANA DA FÊNIX</w:t>
      </w:r>
      <w:r w:rsidRPr="003E3776">
        <w:rPr>
          <w:rFonts w:ascii="Arial" w:hAnsi="Arial" w:cs="Arial"/>
          <w:szCs w:val="24"/>
        </w:rPr>
        <w:t>, PROPONDO A CONCESSÃO DE TÍTULO DE CIDADANIA</w:t>
      </w:r>
      <w:r>
        <w:rPr>
          <w:rFonts w:ascii="Arial" w:hAnsi="Arial" w:cs="Arial"/>
          <w:szCs w:val="24"/>
        </w:rPr>
        <w:t>,</w:t>
      </w:r>
      <w:r w:rsidRPr="003E3776">
        <w:rPr>
          <w:rFonts w:ascii="Arial" w:hAnsi="Arial" w:cs="Arial"/>
          <w:szCs w:val="24"/>
        </w:rPr>
        <w:t xml:space="preserve"> </w:t>
      </w:r>
      <w:r w:rsidRPr="003E3776">
        <w:rPr>
          <w:rFonts w:ascii="Arial" w:hAnsi="Arial" w:cs="Arial"/>
          <w:caps/>
          <w:szCs w:val="24"/>
          <w:lang w:eastAsia="ko-KR"/>
        </w:rPr>
        <w:t xml:space="preserve">FOI </w:t>
      </w:r>
      <w:r w:rsidRPr="003E3776">
        <w:rPr>
          <w:rFonts w:ascii="Arial" w:hAnsi="Arial" w:cs="Arial"/>
          <w:b/>
          <w:caps/>
          <w:szCs w:val="24"/>
          <w:u w:val="single"/>
          <w:shd w:val="clear" w:color="auto" w:fill="FFFF00"/>
          <w:lang w:eastAsia="ko-KR"/>
        </w:rPr>
        <w:t>REJEITADO</w:t>
      </w:r>
      <w:r w:rsidRPr="003E3776">
        <w:rPr>
          <w:rFonts w:ascii="Arial" w:hAnsi="Arial" w:cs="Arial"/>
          <w:caps/>
          <w:szCs w:val="24"/>
          <w:lang w:eastAsia="ko-KR"/>
        </w:rPr>
        <w:t xml:space="preserve"> NOS TERMOS REGIMENTAIS.</w:t>
      </w:r>
    </w:p>
    <w:p w14:paraId="036C25F6" w14:textId="77777777" w:rsidR="00D16E3B" w:rsidRPr="009077C1" w:rsidRDefault="00D16E3B" w:rsidP="00D16E3B">
      <w:pPr>
        <w:pStyle w:val="PargrafodaLista"/>
        <w:spacing w:before="240" w:line="312" w:lineRule="auto"/>
        <w:ind w:left="851"/>
        <w:jc w:val="both"/>
        <w:rPr>
          <w:rFonts w:ascii="Arial" w:hAnsi="Arial" w:cs="Arial"/>
          <w:szCs w:val="24"/>
        </w:rPr>
      </w:pPr>
    </w:p>
    <w:p w14:paraId="7B217D9E" w14:textId="2731145A" w:rsidR="00D16E3B" w:rsidRPr="00D16E3B" w:rsidRDefault="00D16E3B" w:rsidP="00C30643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szCs w:val="24"/>
          <w:lang w:eastAsia="ko-KR"/>
        </w:rPr>
      </w:pP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_Ref878893 \r \h  \* MERGEFORMAT </w:instrText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835035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16.2)</w:t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52A7B227" w14:textId="464B22EC" w:rsidR="00645C23" w:rsidRDefault="00645C23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2C75343B" w14:textId="236186AD" w:rsidR="00645C23" w:rsidRPr="003E3776" w:rsidRDefault="00645C23" w:rsidP="00645C23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2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ª </w:t>
      </w:r>
      <w:r w:rsidRPr="00344F1F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votação secreta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27617535" w14:textId="77777777" w:rsidR="00645C23" w:rsidRPr="003E3776" w:rsidRDefault="00645C23" w:rsidP="00645C23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NA CONFORMIDADE DO REGIMENTO INTERNO, PROCEDEREMOS À VOTAÇÃO SECRETA DESTE PROJETO. PEÇO QUE SEJAM DISTRIBUÍDAS AS CÉDULAS DE VOTAÇÃO.</w:t>
      </w:r>
    </w:p>
    <w:p w14:paraId="60DA2774" w14:textId="77777777" w:rsidR="00645C23" w:rsidRPr="003E3776" w:rsidRDefault="00645C23" w:rsidP="00645C23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aguarda que todos votem e diz:</w:t>
      </w:r>
    </w:p>
    <w:p w14:paraId="2C2865A2" w14:textId="77777777" w:rsidR="00645C23" w:rsidRPr="003E3776" w:rsidRDefault="00645C23" w:rsidP="00645C23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PEÇO QUE AS CÉDULAS SEJAM RECOLHIDAS.</w:t>
      </w:r>
    </w:p>
    <w:p w14:paraId="24CFBF2F" w14:textId="77777777" w:rsidR="00645C23" w:rsidRPr="003E3776" w:rsidRDefault="00645C23" w:rsidP="00645C23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APROVADO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 projeto,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50E644EA" w14:textId="06ECFBFB" w:rsidR="00645C23" w:rsidRPr="00020BED" w:rsidRDefault="00645C23" w:rsidP="00645C23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3E3776">
        <w:rPr>
          <w:rFonts w:ascii="Arial" w:hAnsi="Arial" w:cs="Arial"/>
          <w:szCs w:val="24"/>
          <w:lang w:eastAsia="ko-KR"/>
        </w:rPr>
        <w:t xml:space="preserve">O PROJETO DE DECRETO LEGISLATIVO Nº 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1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7</w:t>
      </w:r>
      <w:r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2</w:t>
      </w:r>
      <w:r w:rsidRPr="00B41CF4">
        <w:rPr>
          <w:rFonts w:ascii="Arial" w:hAnsi="Arial" w:cs="Arial"/>
          <w:b/>
          <w:szCs w:val="24"/>
          <w:highlight w:val="yellow"/>
          <w:u w:val="single"/>
          <w:lang w:eastAsia="ko-KR"/>
        </w:rPr>
        <w:t>4</w:t>
      </w:r>
      <w:r w:rsidRPr="003E3776">
        <w:rPr>
          <w:rFonts w:ascii="Arial" w:hAnsi="Arial" w:cs="Arial"/>
          <w:szCs w:val="24"/>
          <w:lang w:eastAsia="ko-KR"/>
        </w:rPr>
        <w:t>, DE AUTORIA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3E3776">
        <w:rPr>
          <w:rFonts w:ascii="Arial" w:hAnsi="Arial" w:cs="Arial"/>
          <w:szCs w:val="24"/>
          <w:lang w:eastAsia="ko-KR"/>
        </w:rPr>
        <w:t>VEREADOR</w:t>
      </w:r>
      <w:r>
        <w:rPr>
          <w:rFonts w:ascii="Arial" w:hAnsi="Arial" w:cs="Arial"/>
          <w:szCs w:val="24"/>
          <w:lang w:eastAsia="ko-KR"/>
        </w:rPr>
        <w:t xml:space="preserve"> RONINHA</w:t>
      </w:r>
      <w:r w:rsidRPr="003E3776">
        <w:rPr>
          <w:rFonts w:ascii="Arial" w:hAnsi="Arial" w:cs="Arial"/>
          <w:szCs w:val="24"/>
          <w:lang w:eastAsia="ko-KR"/>
        </w:rPr>
        <w:t xml:space="preserve">, QUE CONCEDE O </w:t>
      </w:r>
      <w:r w:rsidRPr="00020BED">
        <w:rPr>
          <w:rFonts w:ascii="Arial" w:hAnsi="Arial" w:cs="Arial"/>
          <w:szCs w:val="24"/>
          <w:lang w:eastAsia="ko-KR"/>
        </w:rPr>
        <w:t>TÍTULO DE CIDADÃ</w:t>
      </w:r>
      <w:r>
        <w:rPr>
          <w:rFonts w:ascii="Arial" w:hAnsi="Arial" w:cs="Arial"/>
          <w:szCs w:val="24"/>
          <w:lang w:eastAsia="ko-KR"/>
        </w:rPr>
        <w:t>O</w:t>
      </w:r>
      <w:r w:rsidRPr="00020BED">
        <w:rPr>
          <w:rFonts w:ascii="Arial" w:hAnsi="Arial" w:cs="Arial"/>
          <w:szCs w:val="24"/>
          <w:lang w:eastAsia="ko-KR"/>
        </w:rPr>
        <w:t xml:space="preserve"> JACAREIENSE </w:t>
      </w:r>
      <w:r>
        <w:rPr>
          <w:rFonts w:ascii="Arial" w:hAnsi="Arial" w:cs="Arial"/>
          <w:szCs w:val="24"/>
          <w:lang w:eastAsia="ko-KR"/>
        </w:rPr>
        <w:t xml:space="preserve">A </w:t>
      </w:r>
      <w:r>
        <w:rPr>
          <w:rFonts w:ascii="Arial" w:hAnsi="Arial" w:cs="Arial"/>
          <w:b/>
          <w:szCs w:val="24"/>
          <w:lang w:eastAsia="ko-KR"/>
        </w:rPr>
        <w:t>FRANCISCO CARLOS DE BRITO LIMA (MESTRE LIMA)</w:t>
      </w:r>
      <w:r w:rsidRPr="00B41CF4">
        <w:rPr>
          <w:rFonts w:ascii="Arial" w:hAnsi="Arial" w:cs="Arial"/>
          <w:b/>
          <w:szCs w:val="24"/>
          <w:lang w:eastAsia="ko-KR"/>
        </w:rPr>
        <w:t xml:space="preserve"> </w:t>
      </w:r>
      <w:r w:rsidRPr="00020BED">
        <w:rPr>
          <w:rFonts w:ascii="Arial" w:hAnsi="Arial" w:cs="Arial"/>
          <w:szCs w:val="24"/>
          <w:lang w:eastAsia="ko-KR"/>
        </w:rPr>
        <w:t xml:space="preserve">FOI </w:t>
      </w:r>
      <w:proofErr w:type="gramStart"/>
      <w:r w:rsidRPr="00020BED">
        <w:rPr>
          <w:rFonts w:ascii="Arial" w:hAnsi="Arial" w:cs="Arial"/>
          <w:szCs w:val="24"/>
          <w:lang w:eastAsia="ko-KR"/>
        </w:rPr>
        <w:t>APROVADO</w:t>
      </w:r>
      <w:proofErr w:type="gramEnd"/>
      <w:r w:rsidRPr="00020BED">
        <w:rPr>
          <w:rFonts w:ascii="Arial" w:hAnsi="Arial" w:cs="Arial"/>
          <w:szCs w:val="24"/>
          <w:lang w:eastAsia="ko-KR"/>
        </w:rPr>
        <w:t xml:space="preserve"> NOS TERMOS REGIMENTAIS.</w:t>
      </w:r>
    </w:p>
    <w:p w14:paraId="2CEEB2DB" w14:textId="77777777" w:rsidR="00645C23" w:rsidRPr="003E3776" w:rsidRDefault="00645C23" w:rsidP="00645C23">
      <w:pPr>
        <w:pStyle w:val="PargrafodaLista"/>
        <w:spacing w:line="360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</w:p>
    <w:p w14:paraId="5C5039F9" w14:textId="7B0E6C7F" w:rsidR="00645C23" w:rsidRPr="003E3776" w:rsidRDefault="00645C23" w:rsidP="00645C23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(</w:t>
      </w:r>
      <w:r w:rsidRPr="003E3776">
        <w:rPr>
          <w:rFonts w:ascii="Arial" w:hAnsi="Arial" w:cs="Arial"/>
          <w:szCs w:val="24"/>
          <w:lang w:eastAsia="ko-KR"/>
        </w:rPr>
        <w:t xml:space="preserve">AUTOR </w:t>
      </w:r>
      <w:r>
        <w:rPr>
          <w:rFonts w:ascii="Arial" w:hAnsi="Arial" w:cs="Arial"/>
          <w:szCs w:val="24"/>
          <w:lang w:eastAsia="ko-KR"/>
        </w:rPr>
        <w:t xml:space="preserve">DO PROJETO FAZ USO DA PALAVRA </w:t>
      </w:r>
      <w:r w:rsidRPr="003E3776">
        <w:rPr>
          <w:rFonts w:ascii="Arial" w:hAnsi="Arial" w:cs="Arial"/>
          <w:szCs w:val="24"/>
          <w:lang w:eastAsia="ko-KR"/>
        </w:rPr>
        <w:t>PELO TEMPO DE 5 MINUTOS PARA QUE, SE FOR DO SEU INTERESSE, FAZER BREVES CONSIDERAÇÕES A RESPEITO DA PROPOSITURA ORA APROVADA</w:t>
      </w:r>
      <w:r>
        <w:rPr>
          <w:rFonts w:ascii="Arial" w:hAnsi="Arial" w:cs="Arial"/>
          <w:szCs w:val="24"/>
          <w:lang w:eastAsia="ko-KR"/>
        </w:rPr>
        <w:t>)</w:t>
      </w:r>
      <w:r w:rsidRPr="003E3776">
        <w:rPr>
          <w:rFonts w:ascii="Arial" w:hAnsi="Arial" w:cs="Arial"/>
          <w:szCs w:val="24"/>
          <w:lang w:eastAsia="ko-KR"/>
        </w:rPr>
        <w:t>.</w:t>
      </w:r>
    </w:p>
    <w:p w14:paraId="0CCCEB10" w14:textId="77777777" w:rsidR="00645C23" w:rsidRPr="003E3776" w:rsidRDefault="00645C23" w:rsidP="00645C23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REJEITADO</w:t>
      </w:r>
      <w:r w:rsidRPr="003E3776">
        <w:rPr>
          <w:rFonts w:ascii="Arial" w:hAnsi="Arial" w:cs="Arial"/>
          <w:b/>
          <w:color w:val="FF0000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projeto,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2C6283FB" w14:textId="70F26499" w:rsidR="00645C23" w:rsidRPr="003E3776" w:rsidRDefault="00645C23" w:rsidP="00645C23">
      <w:pPr>
        <w:pStyle w:val="PargrafodaLista"/>
        <w:numPr>
          <w:ilvl w:val="0"/>
          <w:numId w:val="26"/>
        </w:numPr>
        <w:spacing w:line="360" w:lineRule="auto"/>
        <w:ind w:left="851" w:hanging="425"/>
        <w:jc w:val="both"/>
        <w:rPr>
          <w:rFonts w:ascii="Arial" w:hAnsi="Arial" w:cs="Arial"/>
          <w:caps/>
          <w:szCs w:val="24"/>
          <w:lang w:eastAsia="ko-KR"/>
        </w:rPr>
      </w:pPr>
      <w:r w:rsidRPr="003E3776">
        <w:rPr>
          <w:rFonts w:ascii="Arial" w:hAnsi="Arial" w:cs="Arial"/>
          <w:szCs w:val="24"/>
        </w:rPr>
        <w:t xml:space="preserve">O PROJETO DE </w:t>
      </w:r>
      <w:r w:rsidRPr="003E3776">
        <w:rPr>
          <w:rFonts w:ascii="Arial" w:hAnsi="Arial" w:cs="Arial"/>
          <w:szCs w:val="24"/>
          <w:lang w:eastAsia="ko-KR"/>
        </w:rPr>
        <w:t xml:space="preserve">DECRETO LEGISLATIVO Nº </w:t>
      </w:r>
      <w:r w:rsidR="00337B4D">
        <w:rPr>
          <w:rFonts w:ascii="Arial" w:hAnsi="Arial" w:cs="Arial"/>
          <w:b/>
          <w:szCs w:val="24"/>
          <w:highlight w:val="yellow"/>
          <w:u w:val="single"/>
          <w:lang w:eastAsia="ko-KR"/>
        </w:rPr>
        <w:t>17</w:t>
      </w:r>
      <w:r w:rsidR="00337B4D"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 w:rsidR="00337B4D">
        <w:rPr>
          <w:rFonts w:ascii="Arial" w:hAnsi="Arial" w:cs="Arial"/>
          <w:b/>
          <w:szCs w:val="24"/>
          <w:highlight w:val="yellow"/>
          <w:u w:val="single"/>
          <w:lang w:eastAsia="ko-KR"/>
        </w:rPr>
        <w:t>2</w:t>
      </w:r>
      <w:r w:rsidR="00337B4D" w:rsidRPr="00B41CF4">
        <w:rPr>
          <w:rFonts w:ascii="Arial" w:hAnsi="Arial" w:cs="Arial"/>
          <w:b/>
          <w:szCs w:val="24"/>
          <w:highlight w:val="yellow"/>
          <w:u w:val="single"/>
          <w:lang w:eastAsia="ko-KR"/>
        </w:rPr>
        <w:t>4</w:t>
      </w:r>
      <w:r w:rsidR="00337B4D" w:rsidRPr="003E3776">
        <w:rPr>
          <w:rFonts w:ascii="Arial" w:hAnsi="Arial" w:cs="Arial"/>
          <w:szCs w:val="24"/>
          <w:lang w:eastAsia="ko-KR"/>
        </w:rPr>
        <w:t>, DE AUTORIA D</w:t>
      </w:r>
      <w:r w:rsidR="00337B4D">
        <w:rPr>
          <w:rFonts w:ascii="Arial" w:hAnsi="Arial" w:cs="Arial"/>
          <w:szCs w:val="24"/>
          <w:lang w:eastAsia="ko-KR"/>
        </w:rPr>
        <w:t xml:space="preserve">O </w:t>
      </w:r>
      <w:r w:rsidR="00337B4D" w:rsidRPr="003E3776">
        <w:rPr>
          <w:rFonts w:ascii="Arial" w:hAnsi="Arial" w:cs="Arial"/>
          <w:szCs w:val="24"/>
          <w:lang w:eastAsia="ko-KR"/>
        </w:rPr>
        <w:t>VEREADOR</w:t>
      </w:r>
      <w:r w:rsidR="00337B4D">
        <w:rPr>
          <w:rFonts w:ascii="Arial" w:hAnsi="Arial" w:cs="Arial"/>
          <w:szCs w:val="24"/>
          <w:lang w:eastAsia="ko-KR"/>
        </w:rPr>
        <w:t xml:space="preserve"> RONINHA</w:t>
      </w:r>
      <w:r w:rsidR="00337B4D" w:rsidRPr="003E3776">
        <w:rPr>
          <w:rFonts w:ascii="Arial" w:hAnsi="Arial" w:cs="Arial"/>
          <w:szCs w:val="24"/>
          <w:lang w:eastAsia="ko-KR"/>
        </w:rPr>
        <w:t>,</w:t>
      </w:r>
      <w:r w:rsidRPr="003E3776">
        <w:rPr>
          <w:rFonts w:ascii="Arial" w:hAnsi="Arial" w:cs="Arial"/>
          <w:szCs w:val="24"/>
        </w:rPr>
        <w:t xml:space="preserve"> PROPONDO A CONCESSÃO DE TÍTULO DE CIDADANIA</w:t>
      </w:r>
      <w:r>
        <w:rPr>
          <w:rFonts w:ascii="Arial" w:hAnsi="Arial" w:cs="Arial"/>
          <w:szCs w:val="24"/>
        </w:rPr>
        <w:t>,</w:t>
      </w:r>
      <w:r w:rsidRPr="003E3776">
        <w:rPr>
          <w:rFonts w:ascii="Arial" w:hAnsi="Arial" w:cs="Arial"/>
          <w:szCs w:val="24"/>
        </w:rPr>
        <w:t xml:space="preserve"> </w:t>
      </w:r>
      <w:r w:rsidRPr="003E3776">
        <w:rPr>
          <w:rFonts w:ascii="Arial" w:hAnsi="Arial" w:cs="Arial"/>
          <w:caps/>
          <w:szCs w:val="24"/>
          <w:lang w:eastAsia="ko-KR"/>
        </w:rPr>
        <w:t xml:space="preserve">FOI </w:t>
      </w:r>
      <w:r w:rsidRPr="003E3776">
        <w:rPr>
          <w:rFonts w:ascii="Arial" w:hAnsi="Arial" w:cs="Arial"/>
          <w:b/>
          <w:caps/>
          <w:szCs w:val="24"/>
          <w:u w:val="single"/>
          <w:shd w:val="clear" w:color="auto" w:fill="FFFF00"/>
          <w:lang w:eastAsia="ko-KR"/>
        </w:rPr>
        <w:t>REJEITADO</w:t>
      </w:r>
      <w:r w:rsidRPr="003E3776">
        <w:rPr>
          <w:rFonts w:ascii="Arial" w:hAnsi="Arial" w:cs="Arial"/>
          <w:caps/>
          <w:szCs w:val="24"/>
          <w:lang w:eastAsia="ko-KR"/>
        </w:rPr>
        <w:t xml:space="preserve"> NOS TERMOS REGIMENTAIS.</w:t>
      </w:r>
    </w:p>
    <w:p w14:paraId="5A6DEC61" w14:textId="77777777" w:rsidR="00645C23" w:rsidRPr="009077C1" w:rsidRDefault="00645C23" w:rsidP="00645C23">
      <w:pPr>
        <w:pStyle w:val="PargrafodaLista"/>
        <w:spacing w:before="240" w:line="312" w:lineRule="auto"/>
        <w:ind w:left="851"/>
        <w:jc w:val="both"/>
        <w:rPr>
          <w:rFonts w:ascii="Arial" w:hAnsi="Arial" w:cs="Arial"/>
          <w:szCs w:val="24"/>
        </w:rPr>
      </w:pPr>
    </w:p>
    <w:p w14:paraId="461227EB" w14:textId="77777777" w:rsidR="00645C23" w:rsidRPr="00D16E3B" w:rsidRDefault="00645C23" w:rsidP="00645C23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szCs w:val="24"/>
          <w:lang w:eastAsia="ko-KR"/>
        </w:rPr>
      </w:pP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_Ref878893 \r \h  \* MERGEFORMAT </w:instrText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835035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16.2)</w:t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B879BEA" w14:textId="7B54BD9A" w:rsidR="00F23107" w:rsidRDefault="00F23107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3715308F" w14:textId="6281CAEF" w:rsidR="00F23107" w:rsidRPr="003E3776" w:rsidRDefault="00F23107" w:rsidP="00F2310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3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ª </w:t>
      </w:r>
      <w:r w:rsidRPr="00344F1F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votação secreta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2F4B64A" w14:textId="77777777" w:rsidR="00F23107" w:rsidRPr="003E3776" w:rsidRDefault="00F23107" w:rsidP="00F23107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NA CONFORMIDADE DO REGIMENTO INTERNO, PROCEDEREMOS À VOTAÇÃO SECRETA DESTE PROJETO. PEÇO QUE SEJAM DISTRIBUÍDAS AS CÉDULAS DE VOTAÇÃO.</w:t>
      </w:r>
    </w:p>
    <w:p w14:paraId="410214A4" w14:textId="77777777" w:rsidR="00F23107" w:rsidRPr="003E3776" w:rsidRDefault="00F23107" w:rsidP="00F23107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aguarda que todos votem e diz:</w:t>
      </w:r>
    </w:p>
    <w:p w14:paraId="07DEB6AA" w14:textId="77777777" w:rsidR="00F23107" w:rsidRPr="003E3776" w:rsidRDefault="00F23107" w:rsidP="00F23107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PEÇO QUE AS CÉDULAS SEJAM RECOLHIDAS.</w:t>
      </w:r>
    </w:p>
    <w:p w14:paraId="06125E7E" w14:textId="77777777" w:rsidR="00F23107" w:rsidRPr="003E3776" w:rsidRDefault="00F23107" w:rsidP="00F23107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APROVADO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 projeto,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9BFCD3C" w14:textId="30CDB29B" w:rsidR="00F23107" w:rsidRPr="00020BED" w:rsidRDefault="00F23107" w:rsidP="00F2310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3E3776">
        <w:rPr>
          <w:rFonts w:ascii="Arial" w:hAnsi="Arial" w:cs="Arial"/>
          <w:szCs w:val="24"/>
          <w:lang w:eastAsia="ko-KR"/>
        </w:rPr>
        <w:t xml:space="preserve">O PROJETO DE DECRETO LEGISLATIVO Nº 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1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8</w:t>
      </w:r>
      <w:r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2</w:t>
      </w:r>
      <w:r w:rsidRPr="00B41CF4">
        <w:rPr>
          <w:rFonts w:ascii="Arial" w:hAnsi="Arial" w:cs="Arial"/>
          <w:b/>
          <w:szCs w:val="24"/>
          <w:highlight w:val="yellow"/>
          <w:u w:val="single"/>
          <w:lang w:eastAsia="ko-KR"/>
        </w:rPr>
        <w:t>4</w:t>
      </w:r>
      <w:r w:rsidRPr="003E3776">
        <w:rPr>
          <w:rFonts w:ascii="Arial" w:hAnsi="Arial" w:cs="Arial"/>
          <w:szCs w:val="24"/>
          <w:lang w:eastAsia="ko-KR"/>
        </w:rPr>
        <w:t>, DE AUTORIA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3E3776">
        <w:rPr>
          <w:rFonts w:ascii="Arial" w:hAnsi="Arial" w:cs="Arial"/>
          <w:szCs w:val="24"/>
          <w:lang w:eastAsia="ko-KR"/>
        </w:rPr>
        <w:t>VEREADOR</w:t>
      </w:r>
      <w:r>
        <w:rPr>
          <w:rFonts w:ascii="Arial" w:hAnsi="Arial" w:cs="Arial"/>
          <w:szCs w:val="24"/>
          <w:lang w:eastAsia="ko-KR"/>
        </w:rPr>
        <w:t xml:space="preserve"> RONINHA</w:t>
      </w:r>
      <w:r w:rsidRPr="003E3776">
        <w:rPr>
          <w:rFonts w:ascii="Arial" w:hAnsi="Arial" w:cs="Arial"/>
          <w:szCs w:val="24"/>
          <w:lang w:eastAsia="ko-KR"/>
        </w:rPr>
        <w:t xml:space="preserve">, QUE CONCEDE O </w:t>
      </w:r>
      <w:r w:rsidRPr="00020BED">
        <w:rPr>
          <w:rFonts w:ascii="Arial" w:hAnsi="Arial" w:cs="Arial"/>
          <w:szCs w:val="24"/>
          <w:lang w:eastAsia="ko-KR"/>
        </w:rPr>
        <w:t xml:space="preserve">TÍTULO DE CIDADÃ JACAREIENSE </w:t>
      </w:r>
      <w:r>
        <w:rPr>
          <w:rFonts w:ascii="Arial" w:hAnsi="Arial" w:cs="Arial"/>
          <w:szCs w:val="24"/>
          <w:lang w:eastAsia="ko-KR"/>
        </w:rPr>
        <w:t xml:space="preserve">À SENHORA </w:t>
      </w:r>
      <w:r>
        <w:rPr>
          <w:rFonts w:ascii="Arial" w:hAnsi="Arial" w:cs="Arial"/>
          <w:b/>
          <w:szCs w:val="24"/>
          <w:lang w:eastAsia="ko-KR"/>
        </w:rPr>
        <w:t>MARILENE DE BRITO LIMA</w:t>
      </w:r>
      <w:r>
        <w:rPr>
          <w:rFonts w:ascii="Arial" w:hAnsi="Arial" w:cs="Arial"/>
          <w:b/>
          <w:szCs w:val="24"/>
          <w:lang w:eastAsia="ko-KR"/>
        </w:rPr>
        <w:t xml:space="preserve"> (MESTRE </w:t>
      </w:r>
      <w:r>
        <w:rPr>
          <w:rFonts w:ascii="Arial" w:hAnsi="Arial" w:cs="Arial"/>
          <w:b/>
          <w:szCs w:val="24"/>
          <w:lang w:eastAsia="ko-KR"/>
        </w:rPr>
        <w:t>PICHIBIRRA</w:t>
      </w:r>
      <w:r>
        <w:rPr>
          <w:rFonts w:ascii="Arial" w:hAnsi="Arial" w:cs="Arial"/>
          <w:b/>
          <w:szCs w:val="24"/>
          <w:lang w:eastAsia="ko-KR"/>
        </w:rPr>
        <w:t>)</w:t>
      </w:r>
      <w:r w:rsidRPr="00B41CF4">
        <w:rPr>
          <w:rFonts w:ascii="Arial" w:hAnsi="Arial" w:cs="Arial"/>
          <w:b/>
          <w:szCs w:val="24"/>
          <w:lang w:eastAsia="ko-KR"/>
        </w:rPr>
        <w:t xml:space="preserve"> </w:t>
      </w:r>
      <w:r w:rsidRPr="00020BED">
        <w:rPr>
          <w:rFonts w:ascii="Arial" w:hAnsi="Arial" w:cs="Arial"/>
          <w:szCs w:val="24"/>
          <w:lang w:eastAsia="ko-KR"/>
        </w:rPr>
        <w:t>FOI APROVADO NOS TERMOS REGIMENTAIS.</w:t>
      </w:r>
      <w:bookmarkStart w:id="10" w:name="_GoBack"/>
      <w:bookmarkEnd w:id="10"/>
    </w:p>
    <w:p w14:paraId="1E3138E3" w14:textId="77777777" w:rsidR="00F23107" w:rsidRPr="003E3776" w:rsidRDefault="00F23107" w:rsidP="00F23107">
      <w:pPr>
        <w:pStyle w:val="PargrafodaLista"/>
        <w:spacing w:line="360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</w:p>
    <w:p w14:paraId="616017E2" w14:textId="77777777" w:rsidR="00F23107" w:rsidRPr="003E3776" w:rsidRDefault="00F23107" w:rsidP="00F2310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(</w:t>
      </w:r>
      <w:r w:rsidRPr="003E3776">
        <w:rPr>
          <w:rFonts w:ascii="Arial" w:hAnsi="Arial" w:cs="Arial"/>
          <w:szCs w:val="24"/>
          <w:lang w:eastAsia="ko-KR"/>
        </w:rPr>
        <w:t xml:space="preserve">AUTOR </w:t>
      </w:r>
      <w:r>
        <w:rPr>
          <w:rFonts w:ascii="Arial" w:hAnsi="Arial" w:cs="Arial"/>
          <w:szCs w:val="24"/>
          <w:lang w:eastAsia="ko-KR"/>
        </w:rPr>
        <w:t xml:space="preserve">DO PROJETO FAZ USO DA PALAVRA </w:t>
      </w:r>
      <w:r w:rsidRPr="003E3776">
        <w:rPr>
          <w:rFonts w:ascii="Arial" w:hAnsi="Arial" w:cs="Arial"/>
          <w:szCs w:val="24"/>
          <w:lang w:eastAsia="ko-KR"/>
        </w:rPr>
        <w:t>PELO TEMPO DE 5 MINUTOS PARA QUE, SE FOR DO SEU INTERESSE, FAZER BREVES CONSIDERAÇÕES A RESPEITO DA PROPOSITURA ORA APROVADA</w:t>
      </w:r>
      <w:r>
        <w:rPr>
          <w:rFonts w:ascii="Arial" w:hAnsi="Arial" w:cs="Arial"/>
          <w:szCs w:val="24"/>
          <w:lang w:eastAsia="ko-KR"/>
        </w:rPr>
        <w:t>)</w:t>
      </w:r>
      <w:r w:rsidRPr="003E3776">
        <w:rPr>
          <w:rFonts w:ascii="Arial" w:hAnsi="Arial" w:cs="Arial"/>
          <w:szCs w:val="24"/>
          <w:lang w:eastAsia="ko-KR"/>
        </w:rPr>
        <w:t>.</w:t>
      </w:r>
    </w:p>
    <w:p w14:paraId="3E811484" w14:textId="77777777" w:rsidR="00F23107" w:rsidRPr="003E3776" w:rsidRDefault="00F23107" w:rsidP="00F23107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REJEITADO</w:t>
      </w:r>
      <w:r w:rsidRPr="003E3776">
        <w:rPr>
          <w:rFonts w:ascii="Arial" w:hAnsi="Arial" w:cs="Arial"/>
          <w:b/>
          <w:color w:val="FF0000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projeto,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78FCD681" w14:textId="57FC79BC" w:rsidR="00F23107" w:rsidRPr="003E3776" w:rsidRDefault="00F23107" w:rsidP="00F23107">
      <w:pPr>
        <w:pStyle w:val="PargrafodaLista"/>
        <w:numPr>
          <w:ilvl w:val="0"/>
          <w:numId w:val="26"/>
        </w:numPr>
        <w:spacing w:line="360" w:lineRule="auto"/>
        <w:ind w:left="851" w:hanging="425"/>
        <w:jc w:val="both"/>
        <w:rPr>
          <w:rFonts w:ascii="Arial" w:hAnsi="Arial" w:cs="Arial"/>
          <w:caps/>
          <w:szCs w:val="24"/>
          <w:lang w:eastAsia="ko-KR"/>
        </w:rPr>
      </w:pPr>
      <w:r w:rsidRPr="003E3776">
        <w:rPr>
          <w:rFonts w:ascii="Arial" w:hAnsi="Arial" w:cs="Arial"/>
          <w:szCs w:val="24"/>
        </w:rPr>
        <w:t xml:space="preserve">O PROJETO DE </w:t>
      </w:r>
      <w:r w:rsidRPr="003E3776">
        <w:rPr>
          <w:rFonts w:ascii="Arial" w:hAnsi="Arial" w:cs="Arial"/>
          <w:szCs w:val="24"/>
          <w:lang w:eastAsia="ko-KR"/>
        </w:rPr>
        <w:t xml:space="preserve">DECRETO LEGISLATIVO Nº 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1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8</w:t>
      </w:r>
      <w:r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2</w:t>
      </w:r>
      <w:r w:rsidRPr="00B41CF4">
        <w:rPr>
          <w:rFonts w:ascii="Arial" w:hAnsi="Arial" w:cs="Arial"/>
          <w:b/>
          <w:szCs w:val="24"/>
          <w:highlight w:val="yellow"/>
          <w:u w:val="single"/>
          <w:lang w:eastAsia="ko-KR"/>
        </w:rPr>
        <w:t>4</w:t>
      </w:r>
      <w:r w:rsidRPr="003E3776">
        <w:rPr>
          <w:rFonts w:ascii="Arial" w:hAnsi="Arial" w:cs="Arial"/>
          <w:szCs w:val="24"/>
          <w:lang w:eastAsia="ko-KR"/>
        </w:rPr>
        <w:t>, DE AUTORIA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3E3776">
        <w:rPr>
          <w:rFonts w:ascii="Arial" w:hAnsi="Arial" w:cs="Arial"/>
          <w:szCs w:val="24"/>
          <w:lang w:eastAsia="ko-KR"/>
        </w:rPr>
        <w:t>VEREADOR</w:t>
      </w:r>
      <w:r>
        <w:rPr>
          <w:rFonts w:ascii="Arial" w:hAnsi="Arial" w:cs="Arial"/>
          <w:szCs w:val="24"/>
          <w:lang w:eastAsia="ko-KR"/>
        </w:rPr>
        <w:t xml:space="preserve"> RONINHA</w:t>
      </w:r>
      <w:r w:rsidRPr="003E3776">
        <w:rPr>
          <w:rFonts w:ascii="Arial" w:hAnsi="Arial" w:cs="Arial"/>
          <w:szCs w:val="24"/>
          <w:lang w:eastAsia="ko-KR"/>
        </w:rPr>
        <w:t>,</w:t>
      </w:r>
      <w:r w:rsidRPr="003E3776">
        <w:rPr>
          <w:rFonts w:ascii="Arial" w:hAnsi="Arial" w:cs="Arial"/>
          <w:szCs w:val="24"/>
        </w:rPr>
        <w:t xml:space="preserve"> PROPONDO A CONCESSÃO DE TÍTULO DE CIDADANIA</w:t>
      </w:r>
      <w:r>
        <w:rPr>
          <w:rFonts w:ascii="Arial" w:hAnsi="Arial" w:cs="Arial"/>
          <w:szCs w:val="24"/>
        </w:rPr>
        <w:t>,</w:t>
      </w:r>
      <w:r w:rsidRPr="003E3776">
        <w:rPr>
          <w:rFonts w:ascii="Arial" w:hAnsi="Arial" w:cs="Arial"/>
          <w:szCs w:val="24"/>
        </w:rPr>
        <w:t xml:space="preserve"> </w:t>
      </w:r>
      <w:r w:rsidRPr="003E3776">
        <w:rPr>
          <w:rFonts w:ascii="Arial" w:hAnsi="Arial" w:cs="Arial"/>
          <w:caps/>
          <w:szCs w:val="24"/>
          <w:lang w:eastAsia="ko-KR"/>
        </w:rPr>
        <w:t xml:space="preserve">FOI </w:t>
      </w:r>
      <w:r w:rsidRPr="003E3776">
        <w:rPr>
          <w:rFonts w:ascii="Arial" w:hAnsi="Arial" w:cs="Arial"/>
          <w:b/>
          <w:caps/>
          <w:szCs w:val="24"/>
          <w:u w:val="single"/>
          <w:shd w:val="clear" w:color="auto" w:fill="FFFF00"/>
          <w:lang w:eastAsia="ko-KR"/>
        </w:rPr>
        <w:t>REJEITADO</w:t>
      </w:r>
      <w:r w:rsidRPr="003E3776">
        <w:rPr>
          <w:rFonts w:ascii="Arial" w:hAnsi="Arial" w:cs="Arial"/>
          <w:caps/>
          <w:szCs w:val="24"/>
          <w:lang w:eastAsia="ko-KR"/>
        </w:rPr>
        <w:t xml:space="preserve"> NOS TERMOS REGIMENTAIS.</w:t>
      </w:r>
    </w:p>
    <w:p w14:paraId="16BE08CE" w14:textId="77777777" w:rsidR="00F23107" w:rsidRPr="009077C1" w:rsidRDefault="00F23107" w:rsidP="00F23107">
      <w:pPr>
        <w:pStyle w:val="PargrafodaLista"/>
        <w:spacing w:before="240" w:line="312" w:lineRule="auto"/>
        <w:ind w:left="851"/>
        <w:jc w:val="both"/>
        <w:rPr>
          <w:rFonts w:ascii="Arial" w:hAnsi="Arial" w:cs="Arial"/>
          <w:szCs w:val="24"/>
        </w:rPr>
      </w:pPr>
    </w:p>
    <w:p w14:paraId="136476B8" w14:textId="77777777" w:rsidR="00F23107" w:rsidRPr="00D16E3B" w:rsidRDefault="00F23107" w:rsidP="00F23107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szCs w:val="24"/>
          <w:lang w:eastAsia="ko-KR"/>
        </w:rPr>
      </w:pP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_Ref878893 \r \h  \* MERGEFORMAT </w:instrText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835035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16.2)</w:t>
      </w:r>
      <w:r w:rsidRPr="00D16E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CFAA83D" w14:textId="77777777" w:rsidR="0061121B" w:rsidRPr="009077C1" w:rsidRDefault="0061121B" w:rsidP="00D16E3B">
      <w:pPr>
        <w:pStyle w:val="PargrafodaLista"/>
        <w:spacing w:before="240" w:line="360" w:lineRule="auto"/>
        <w:ind w:left="851"/>
        <w:contextualSpacing w:val="0"/>
        <w:jc w:val="both"/>
        <w:rPr>
          <w:rFonts w:ascii="Arial" w:hAnsi="Arial" w:cs="Arial"/>
          <w:szCs w:val="24"/>
        </w:rPr>
      </w:pPr>
    </w:p>
    <w:sectPr w:rsidR="0061121B" w:rsidRPr="009077C1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3B389BDF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F13E44">
      <w:rPr>
        <w:rFonts w:ascii="Arial" w:hAnsi="Arial" w:cs="Arial"/>
        <w:b/>
        <w:sz w:val="20"/>
        <w:u w:val="single"/>
      </w:rPr>
      <w:t>2</w:t>
    </w:r>
    <w:r w:rsidR="003B24D5">
      <w:rPr>
        <w:rFonts w:ascii="Arial" w:hAnsi="Arial" w:cs="Arial"/>
        <w:b/>
        <w:sz w:val="20"/>
        <w:u w:val="single"/>
      </w:rPr>
      <w:t>1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3B24D5">
      <w:rPr>
        <w:rFonts w:ascii="Arial" w:hAnsi="Arial" w:cs="Arial"/>
        <w:b/>
        <w:sz w:val="20"/>
        <w:u w:val="single"/>
      </w:rPr>
      <w:t>26</w:t>
    </w:r>
    <w:r w:rsidR="00D11E22">
      <w:rPr>
        <w:rFonts w:ascii="Arial" w:hAnsi="Arial" w:cs="Arial"/>
        <w:b/>
        <w:sz w:val="20"/>
        <w:u w:val="single"/>
      </w:rPr>
      <w:t>/06</w:t>
    </w:r>
    <w:r w:rsidR="00FC215C">
      <w:rPr>
        <w:rFonts w:ascii="Arial" w:hAnsi="Arial" w:cs="Arial"/>
        <w:b/>
        <w:sz w:val="20"/>
        <w:u w:val="single"/>
      </w:rPr>
      <w:t>/202</w:t>
    </w:r>
    <w:r w:rsidR="006C0159">
      <w:rPr>
        <w:rFonts w:ascii="Arial" w:hAnsi="Arial" w:cs="Arial"/>
        <w:b/>
        <w:sz w:val="20"/>
        <w:u w:val="single"/>
      </w:rPr>
      <w:t>4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835035">
      <w:rPr>
        <w:rFonts w:ascii="Arial" w:hAnsi="Arial" w:cs="Arial"/>
        <w:b/>
        <w:noProof/>
        <w:sz w:val="20"/>
        <w:u w:val="single"/>
      </w:rPr>
      <w:t>11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2CC8"/>
    <w:rsid w:val="00005218"/>
    <w:rsid w:val="00006E38"/>
    <w:rsid w:val="000077D0"/>
    <w:rsid w:val="00010575"/>
    <w:rsid w:val="000114E0"/>
    <w:rsid w:val="00011642"/>
    <w:rsid w:val="000117AD"/>
    <w:rsid w:val="00011BE4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D23"/>
    <w:rsid w:val="000E2A45"/>
    <w:rsid w:val="000E4200"/>
    <w:rsid w:val="000E64BF"/>
    <w:rsid w:val="000F055A"/>
    <w:rsid w:val="000F2536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30F2"/>
    <w:rsid w:val="00135261"/>
    <w:rsid w:val="00135FFD"/>
    <w:rsid w:val="00136272"/>
    <w:rsid w:val="001412DB"/>
    <w:rsid w:val="00141428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C4C"/>
    <w:rsid w:val="00196192"/>
    <w:rsid w:val="00196BAC"/>
    <w:rsid w:val="00197A09"/>
    <w:rsid w:val="00197B42"/>
    <w:rsid w:val="001A1115"/>
    <w:rsid w:val="001A32DA"/>
    <w:rsid w:val="001A4310"/>
    <w:rsid w:val="001A4753"/>
    <w:rsid w:val="001A5C3C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D773D"/>
    <w:rsid w:val="001E0A18"/>
    <w:rsid w:val="001E1747"/>
    <w:rsid w:val="001E21A3"/>
    <w:rsid w:val="001E22F5"/>
    <w:rsid w:val="001E2570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28A"/>
    <w:rsid w:val="002520E6"/>
    <w:rsid w:val="0025311B"/>
    <w:rsid w:val="00253790"/>
    <w:rsid w:val="00253C82"/>
    <w:rsid w:val="00253F32"/>
    <w:rsid w:val="002625AE"/>
    <w:rsid w:val="00262F5C"/>
    <w:rsid w:val="002630DD"/>
    <w:rsid w:val="002635E2"/>
    <w:rsid w:val="0026460B"/>
    <w:rsid w:val="00267CC3"/>
    <w:rsid w:val="00270CF0"/>
    <w:rsid w:val="00270DBA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834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070C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37B4D"/>
    <w:rsid w:val="00340832"/>
    <w:rsid w:val="00341E31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667C4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0AC0"/>
    <w:rsid w:val="003929AD"/>
    <w:rsid w:val="00392EAF"/>
    <w:rsid w:val="0039709B"/>
    <w:rsid w:val="00397FF3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39BB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2795"/>
    <w:rsid w:val="004137B6"/>
    <w:rsid w:val="00422062"/>
    <w:rsid w:val="00422478"/>
    <w:rsid w:val="00422687"/>
    <w:rsid w:val="00422A84"/>
    <w:rsid w:val="00423E01"/>
    <w:rsid w:val="00430789"/>
    <w:rsid w:val="00430B67"/>
    <w:rsid w:val="00430EA1"/>
    <w:rsid w:val="00432384"/>
    <w:rsid w:val="004336B0"/>
    <w:rsid w:val="0043571D"/>
    <w:rsid w:val="0043618B"/>
    <w:rsid w:val="0043626A"/>
    <w:rsid w:val="00437799"/>
    <w:rsid w:val="00437E21"/>
    <w:rsid w:val="00440831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115"/>
    <w:rsid w:val="00493139"/>
    <w:rsid w:val="00493267"/>
    <w:rsid w:val="00496B1A"/>
    <w:rsid w:val="004A1EE1"/>
    <w:rsid w:val="004B2B1E"/>
    <w:rsid w:val="004B3A6B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06E"/>
    <w:rsid w:val="004C7445"/>
    <w:rsid w:val="004C78B5"/>
    <w:rsid w:val="004D1034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833"/>
    <w:rsid w:val="004F5FD1"/>
    <w:rsid w:val="0050047E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4FC"/>
    <w:rsid w:val="00551621"/>
    <w:rsid w:val="00552B98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368A"/>
    <w:rsid w:val="005F46C1"/>
    <w:rsid w:val="005F4AD8"/>
    <w:rsid w:val="005F4BB3"/>
    <w:rsid w:val="00602055"/>
    <w:rsid w:val="00604617"/>
    <w:rsid w:val="0060548C"/>
    <w:rsid w:val="00607103"/>
    <w:rsid w:val="00607F37"/>
    <w:rsid w:val="0061121B"/>
    <w:rsid w:val="00611A38"/>
    <w:rsid w:val="00611E9F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419D9"/>
    <w:rsid w:val="00641BFB"/>
    <w:rsid w:val="006426AE"/>
    <w:rsid w:val="00642CB4"/>
    <w:rsid w:val="00645C23"/>
    <w:rsid w:val="00646227"/>
    <w:rsid w:val="006500E1"/>
    <w:rsid w:val="00651DEE"/>
    <w:rsid w:val="006549B9"/>
    <w:rsid w:val="00655D82"/>
    <w:rsid w:val="00655FF3"/>
    <w:rsid w:val="00662145"/>
    <w:rsid w:val="00663882"/>
    <w:rsid w:val="0066462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7790E"/>
    <w:rsid w:val="00680677"/>
    <w:rsid w:val="00680E48"/>
    <w:rsid w:val="00681021"/>
    <w:rsid w:val="00681316"/>
    <w:rsid w:val="00681448"/>
    <w:rsid w:val="00681C33"/>
    <w:rsid w:val="00682E6E"/>
    <w:rsid w:val="00683A23"/>
    <w:rsid w:val="006852DD"/>
    <w:rsid w:val="00687694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5CA7"/>
    <w:rsid w:val="006B7145"/>
    <w:rsid w:val="006B77B0"/>
    <w:rsid w:val="006C0159"/>
    <w:rsid w:val="006C1266"/>
    <w:rsid w:val="006C19CF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65E5"/>
    <w:rsid w:val="006E75B5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50181"/>
    <w:rsid w:val="00751C28"/>
    <w:rsid w:val="0075343B"/>
    <w:rsid w:val="00754385"/>
    <w:rsid w:val="007545D4"/>
    <w:rsid w:val="0075528D"/>
    <w:rsid w:val="0075614F"/>
    <w:rsid w:val="007613D4"/>
    <w:rsid w:val="00763C71"/>
    <w:rsid w:val="0076419B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9138D"/>
    <w:rsid w:val="00791FE0"/>
    <w:rsid w:val="007923AF"/>
    <w:rsid w:val="00792B63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CE8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32EA"/>
    <w:rsid w:val="007D3E31"/>
    <w:rsid w:val="007D75AD"/>
    <w:rsid w:val="007D7BD6"/>
    <w:rsid w:val="007E28B5"/>
    <w:rsid w:val="007E2E3B"/>
    <w:rsid w:val="007E3822"/>
    <w:rsid w:val="007E4C94"/>
    <w:rsid w:val="007E6164"/>
    <w:rsid w:val="007E6209"/>
    <w:rsid w:val="007F1836"/>
    <w:rsid w:val="007F246A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7102"/>
    <w:rsid w:val="00817B15"/>
    <w:rsid w:val="008214CE"/>
    <w:rsid w:val="008233BF"/>
    <w:rsid w:val="0082356F"/>
    <w:rsid w:val="00823D5F"/>
    <w:rsid w:val="00823F91"/>
    <w:rsid w:val="00824DAA"/>
    <w:rsid w:val="008252ED"/>
    <w:rsid w:val="008256C8"/>
    <w:rsid w:val="0082660F"/>
    <w:rsid w:val="00826666"/>
    <w:rsid w:val="008276EC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C42"/>
    <w:rsid w:val="00836FB2"/>
    <w:rsid w:val="00837321"/>
    <w:rsid w:val="00841688"/>
    <w:rsid w:val="00841EBA"/>
    <w:rsid w:val="00842127"/>
    <w:rsid w:val="008427C5"/>
    <w:rsid w:val="00842E0C"/>
    <w:rsid w:val="00842FDE"/>
    <w:rsid w:val="00843BC6"/>
    <w:rsid w:val="00845929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3B50"/>
    <w:rsid w:val="008B559D"/>
    <w:rsid w:val="008B59E4"/>
    <w:rsid w:val="008B5CFA"/>
    <w:rsid w:val="008B5E79"/>
    <w:rsid w:val="008B7157"/>
    <w:rsid w:val="008B75EE"/>
    <w:rsid w:val="008B788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5259"/>
    <w:rsid w:val="008F6668"/>
    <w:rsid w:val="008F76F8"/>
    <w:rsid w:val="008F786B"/>
    <w:rsid w:val="00900037"/>
    <w:rsid w:val="0090156C"/>
    <w:rsid w:val="009018B6"/>
    <w:rsid w:val="009020B5"/>
    <w:rsid w:val="00903531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D4B"/>
    <w:rsid w:val="00967B79"/>
    <w:rsid w:val="009716F2"/>
    <w:rsid w:val="00972366"/>
    <w:rsid w:val="009768E6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81B"/>
    <w:rsid w:val="009C2379"/>
    <w:rsid w:val="009C3A41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1F05"/>
    <w:rsid w:val="009E2484"/>
    <w:rsid w:val="009E2E8E"/>
    <w:rsid w:val="009E3732"/>
    <w:rsid w:val="009F1A26"/>
    <w:rsid w:val="009F220B"/>
    <w:rsid w:val="009F432F"/>
    <w:rsid w:val="009F4533"/>
    <w:rsid w:val="009F49FC"/>
    <w:rsid w:val="00A03804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7F88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6E5"/>
    <w:rsid w:val="00A62F0D"/>
    <w:rsid w:val="00A639DB"/>
    <w:rsid w:val="00A64499"/>
    <w:rsid w:val="00A65023"/>
    <w:rsid w:val="00A65F40"/>
    <w:rsid w:val="00A71736"/>
    <w:rsid w:val="00A71998"/>
    <w:rsid w:val="00A71AA2"/>
    <w:rsid w:val="00A73CE4"/>
    <w:rsid w:val="00A75743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C65"/>
    <w:rsid w:val="00A85F52"/>
    <w:rsid w:val="00A86FE2"/>
    <w:rsid w:val="00A90605"/>
    <w:rsid w:val="00A9063E"/>
    <w:rsid w:val="00A9234D"/>
    <w:rsid w:val="00A928F9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140"/>
    <w:rsid w:val="00AC0A4F"/>
    <w:rsid w:val="00AC225C"/>
    <w:rsid w:val="00AC23F0"/>
    <w:rsid w:val="00AC2A2D"/>
    <w:rsid w:val="00AC2DE6"/>
    <w:rsid w:val="00AC4262"/>
    <w:rsid w:val="00AC5BD4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527"/>
    <w:rsid w:val="00AE18E7"/>
    <w:rsid w:val="00AE1EFE"/>
    <w:rsid w:val="00AE23F2"/>
    <w:rsid w:val="00AE247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499"/>
    <w:rsid w:val="00AF69E4"/>
    <w:rsid w:val="00B00633"/>
    <w:rsid w:val="00B02F47"/>
    <w:rsid w:val="00B040CF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7EFB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F92"/>
    <w:rsid w:val="00BD1BAA"/>
    <w:rsid w:val="00BD1C41"/>
    <w:rsid w:val="00BD23BD"/>
    <w:rsid w:val="00BD34B4"/>
    <w:rsid w:val="00BD3C47"/>
    <w:rsid w:val="00BD5416"/>
    <w:rsid w:val="00BD5E20"/>
    <w:rsid w:val="00BD7968"/>
    <w:rsid w:val="00BE138C"/>
    <w:rsid w:val="00BE45E4"/>
    <w:rsid w:val="00BE48D1"/>
    <w:rsid w:val="00BE5A42"/>
    <w:rsid w:val="00BE7B04"/>
    <w:rsid w:val="00BF05EC"/>
    <w:rsid w:val="00BF1668"/>
    <w:rsid w:val="00BF1821"/>
    <w:rsid w:val="00BF3175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2EAF"/>
    <w:rsid w:val="00C23633"/>
    <w:rsid w:val="00C24140"/>
    <w:rsid w:val="00C248A1"/>
    <w:rsid w:val="00C259B2"/>
    <w:rsid w:val="00C279C5"/>
    <w:rsid w:val="00C3265B"/>
    <w:rsid w:val="00C33E63"/>
    <w:rsid w:val="00C341C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23F9"/>
    <w:rsid w:val="00C63D05"/>
    <w:rsid w:val="00C6580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61F1"/>
    <w:rsid w:val="00CB63BA"/>
    <w:rsid w:val="00CB6D58"/>
    <w:rsid w:val="00CB7B39"/>
    <w:rsid w:val="00CC0E67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16EC"/>
    <w:rsid w:val="00DC2C50"/>
    <w:rsid w:val="00DC3BE6"/>
    <w:rsid w:val="00DC5B69"/>
    <w:rsid w:val="00DC5D88"/>
    <w:rsid w:val="00DD09E0"/>
    <w:rsid w:val="00DD09F9"/>
    <w:rsid w:val="00DD10F1"/>
    <w:rsid w:val="00DD1596"/>
    <w:rsid w:val="00DD200D"/>
    <w:rsid w:val="00DD2442"/>
    <w:rsid w:val="00DD2FB5"/>
    <w:rsid w:val="00DD4549"/>
    <w:rsid w:val="00DE0715"/>
    <w:rsid w:val="00DE07D8"/>
    <w:rsid w:val="00DE1836"/>
    <w:rsid w:val="00DE30E0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69B9"/>
    <w:rsid w:val="00DF6DE8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5123"/>
    <w:rsid w:val="00E253B8"/>
    <w:rsid w:val="00E26111"/>
    <w:rsid w:val="00E27744"/>
    <w:rsid w:val="00E3022D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8FE"/>
    <w:rsid w:val="00E86C30"/>
    <w:rsid w:val="00E90C30"/>
    <w:rsid w:val="00E91C42"/>
    <w:rsid w:val="00E91F3B"/>
    <w:rsid w:val="00E926DD"/>
    <w:rsid w:val="00E944F8"/>
    <w:rsid w:val="00E94C86"/>
    <w:rsid w:val="00E9724B"/>
    <w:rsid w:val="00E9735C"/>
    <w:rsid w:val="00E97887"/>
    <w:rsid w:val="00EA023C"/>
    <w:rsid w:val="00EA159D"/>
    <w:rsid w:val="00EA1774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1B84"/>
    <w:rsid w:val="00EC5CF3"/>
    <w:rsid w:val="00EC6C18"/>
    <w:rsid w:val="00EC6FAA"/>
    <w:rsid w:val="00ED03D3"/>
    <w:rsid w:val="00ED067F"/>
    <w:rsid w:val="00ED0DB4"/>
    <w:rsid w:val="00ED2065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866F1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148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04F9F-02AE-49F6-84D3-F8A0C5F9E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834</TotalTime>
  <Pages>12</Pages>
  <Words>1973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535</cp:revision>
  <cp:lastPrinted>2024-06-25T21:51:00Z</cp:lastPrinted>
  <dcterms:created xsi:type="dcterms:W3CDTF">2022-11-11T11:32:00Z</dcterms:created>
  <dcterms:modified xsi:type="dcterms:W3CDTF">2024-06-25T21:51:00Z</dcterms:modified>
</cp:coreProperties>
</file>