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0141">
        <w:rPr>
          <w:rFonts w:ascii="Arial" w:hAnsi="Arial" w:cs="Arial"/>
          <w:b/>
          <w:caps/>
          <w:sz w:val="28"/>
          <w:szCs w:val="28"/>
        </w:rPr>
        <w:t>2</w:t>
      </w:r>
      <w:r w:rsidR="00DD0BC6">
        <w:rPr>
          <w:rFonts w:ascii="Arial" w:hAnsi="Arial" w:cs="Arial"/>
          <w:b/>
          <w:caps/>
          <w:sz w:val="28"/>
          <w:szCs w:val="28"/>
        </w:rPr>
        <w:t>6</w:t>
      </w:r>
      <w:r w:rsidR="005C14C5">
        <w:rPr>
          <w:rFonts w:ascii="Arial" w:hAnsi="Arial" w:cs="Arial"/>
          <w:b/>
          <w:caps/>
          <w:sz w:val="28"/>
          <w:szCs w:val="28"/>
        </w:rPr>
        <w:t>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061C8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C14C5" w:rsidRPr="005C14C5">
              <w:rPr>
                <w:rFonts w:ascii="Arial" w:hAnsi="Arial" w:cs="Arial"/>
                <w:sz w:val="20"/>
                <w:szCs w:val="20"/>
              </w:rPr>
              <w:t>limpeza e manutenção de vala de drenagem existente na Estrada São Sebastião e que também passa no interior da propriedade de nº 25 dessa via, nas proximidades da Rodovia Nicola Capucci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86A93">
        <w:rPr>
          <w:rFonts w:ascii="Arial" w:hAnsi="Arial" w:cs="Arial"/>
        </w:rPr>
        <w:t xml:space="preserve">visando </w:t>
      </w:r>
      <w:r w:rsidR="005A1730">
        <w:rPr>
          <w:rFonts w:ascii="Arial" w:hAnsi="Arial" w:cs="Arial"/>
        </w:rPr>
        <w:t>à</w:t>
      </w:r>
      <w:r w:rsidR="00455CD3" w:rsidRPr="00455CD3">
        <w:rPr>
          <w:rFonts w:ascii="Arial" w:hAnsi="Arial" w:cs="Arial"/>
        </w:rPr>
        <w:t xml:space="preserve"> </w:t>
      </w:r>
      <w:r w:rsidR="005A1730" w:rsidRPr="005A1730">
        <w:rPr>
          <w:rFonts w:ascii="Arial" w:hAnsi="Arial" w:cs="Arial"/>
        </w:rPr>
        <w:t>limpeza e manutenção de vala de drenagem existente na Estrada São Sebastião e que também passa no interior da propriedade de nº 25 dessa via, nas proximidades da Rodovia Nicola Capucci</w:t>
      </w:r>
      <w:r w:rsidR="008C6770">
        <w:rPr>
          <w:rFonts w:ascii="Arial" w:hAnsi="Arial" w:cs="Arial"/>
        </w:rPr>
        <w:t>, reiterando a Indicação nº 673/2017</w:t>
      </w:r>
      <w:r w:rsidR="006712FC">
        <w:rPr>
          <w:rFonts w:ascii="Arial" w:hAnsi="Arial" w:cs="Arial"/>
        </w:rPr>
        <w:t>.</w:t>
      </w:r>
    </w:p>
    <w:p w:rsidR="008C6770" w:rsidRPr="008C6770" w:rsidRDefault="008C6770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8C6770">
        <w:rPr>
          <w:rFonts w:ascii="Arial" w:hAnsi="Arial" w:cs="Arial"/>
        </w:rPr>
        <w:t xml:space="preserve">Tal solicitação se faz necessária uma vez que a referida vala de drenagem está causando inundações, danificando a </w:t>
      </w:r>
      <w:r>
        <w:rPr>
          <w:rFonts w:ascii="Arial" w:hAnsi="Arial" w:cs="Arial"/>
        </w:rPr>
        <w:t xml:space="preserve">referida </w:t>
      </w:r>
      <w:r w:rsidRPr="008C6770">
        <w:rPr>
          <w:rFonts w:ascii="Arial" w:hAnsi="Arial" w:cs="Arial"/>
        </w:rPr>
        <w:t xml:space="preserve">estrada </w:t>
      </w:r>
      <w:r>
        <w:rPr>
          <w:rFonts w:ascii="Arial" w:hAnsi="Arial" w:cs="Arial"/>
        </w:rPr>
        <w:t xml:space="preserve">e </w:t>
      </w:r>
      <w:r w:rsidRPr="008C6770">
        <w:rPr>
          <w:rFonts w:ascii="Arial" w:hAnsi="Arial" w:cs="Arial"/>
        </w:rPr>
        <w:t>dificultando o acesso de pedestres e veículos, inclusive causando danos ao proprietário do imóvel em questão, conforme ilustrado nas fotos anexas.</w:t>
      </w:r>
    </w:p>
    <w:p w:rsidR="0077650B" w:rsidRDefault="008C6770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C6770">
        <w:rPr>
          <w:rFonts w:ascii="Arial" w:hAnsi="Arial" w:cs="Arial"/>
        </w:rPr>
        <w:t xml:space="preserve">Salientamos que, segundo o morador prejudicado, a vala foi instalada pela </w:t>
      </w:r>
      <w:r w:rsidR="00F32F20">
        <w:rPr>
          <w:rFonts w:ascii="Arial" w:hAnsi="Arial" w:cs="Arial"/>
        </w:rPr>
        <w:t>A</w:t>
      </w:r>
      <w:r w:rsidRPr="008C6770">
        <w:rPr>
          <w:rFonts w:ascii="Arial" w:hAnsi="Arial" w:cs="Arial"/>
        </w:rPr>
        <w:t>dministração anterior em propriedade particular</w:t>
      </w:r>
      <w:r w:rsidR="008E62F0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C6770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14514A">
        <w:rPr>
          <w:rFonts w:ascii="Arial" w:hAnsi="Arial" w:cs="Arial"/>
        </w:rPr>
        <w:t>setembro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083E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A7FF2" w:rsidRDefault="000D12B6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62FA5702" wp14:editId="546AC871">
            <wp:extent cx="2378710" cy="4229735"/>
            <wp:effectExtent l="0" t="0" r="2540" b="0"/>
            <wp:docPr id="21" name="Imagem 21" descr="C:\Users\G12-4253\Desktop\ESCLARECER - VALA DE DRENAGEM e PRAÇA WILLIAM FIOD\NÃO CABE INDICAÇÃO - Tubulação corta meio da propriedade - área particular\16881031_1404076626332476_1260049032_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m 21" descr="C:\Users\G12-4253\Desktop\ESCLARECER - VALA DE DRENAGEM e PRAÇA WILLIAM FIOD\NÃO CABE INDICAÇÃO - Tubulação corta meio da propriedade - área particular\16881031_1404076626332476_1260049032_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422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2B6" w:rsidRDefault="000D12B6" w:rsidP="008C53E8">
      <w:pPr>
        <w:jc w:val="center"/>
        <w:rPr>
          <w:rFonts w:ascii="Arial" w:hAnsi="Arial" w:cs="Arial"/>
          <w:sz w:val="14"/>
          <w:szCs w:val="14"/>
        </w:rPr>
      </w:pPr>
    </w:p>
    <w:p w:rsidR="000D12B6" w:rsidRDefault="000D12B6" w:rsidP="008C53E8">
      <w:pPr>
        <w:jc w:val="center"/>
        <w:rPr>
          <w:rFonts w:ascii="Arial" w:hAnsi="Arial" w:cs="Arial"/>
          <w:sz w:val="14"/>
          <w:szCs w:val="14"/>
        </w:rPr>
      </w:pPr>
    </w:p>
    <w:p w:rsidR="00BA7FF2" w:rsidRPr="00014008" w:rsidRDefault="000D12B6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57577896" wp14:editId="67B467A1">
            <wp:extent cx="4083050" cy="2296795"/>
            <wp:effectExtent l="0" t="0" r="0" b="8255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3050" cy="229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FF2" w:rsidRPr="0001400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FFB" w:rsidRDefault="00F86FFB">
      <w:r>
        <w:separator/>
      </w:r>
    </w:p>
  </w:endnote>
  <w:endnote w:type="continuationSeparator" w:id="0">
    <w:p w:rsidR="00F86FFB" w:rsidRDefault="00F8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FFB" w:rsidRDefault="00F86FFB">
      <w:r>
        <w:separator/>
      </w:r>
    </w:p>
  </w:footnote>
  <w:footnote w:type="continuationSeparator" w:id="0">
    <w:p w:rsidR="00F86FFB" w:rsidRDefault="00F86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63A7">
      <w:rPr>
        <w:rFonts w:ascii="Arial" w:hAnsi="Arial" w:cs="Arial"/>
        <w:b/>
        <w:sz w:val="20"/>
        <w:szCs w:val="20"/>
        <w:u w:val="single"/>
      </w:rPr>
      <w:t>2</w:t>
    </w:r>
    <w:r w:rsidR="005E0950">
      <w:rPr>
        <w:rFonts w:ascii="Arial" w:hAnsi="Arial" w:cs="Arial"/>
        <w:b/>
        <w:sz w:val="20"/>
        <w:szCs w:val="20"/>
        <w:u w:val="single"/>
      </w:rPr>
      <w:t>6</w:t>
    </w:r>
    <w:r w:rsidR="00EF1883">
      <w:rPr>
        <w:rFonts w:ascii="Arial" w:hAnsi="Arial" w:cs="Arial"/>
        <w:b/>
        <w:sz w:val="20"/>
        <w:szCs w:val="20"/>
        <w:u w:val="single"/>
      </w:rPr>
      <w:t>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12B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12B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B5695"/>
    <w:rsid w:val="000B655D"/>
    <w:rsid w:val="000C04D6"/>
    <w:rsid w:val="000C0F6F"/>
    <w:rsid w:val="000C3989"/>
    <w:rsid w:val="000C4E27"/>
    <w:rsid w:val="000C6271"/>
    <w:rsid w:val="000C70D2"/>
    <w:rsid w:val="000D0E94"/>
    <w:rsid w:val="000D12B6"/>
    <w:rsid w:val="000D17E8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9C7"/>
    <w:rsid w:val="00181CD2"/>
    <w:rsid w:val="00181D4F"/>
    <w:rsid w:val="00183954"/>
    <w:rsid w:val="00184084"/>
    <w:rsid w:val="00185749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6155"/>
    <w:rsid w:val="00265D9D"/>
    <w:rsid w:val="0026732A"/>
    <w:rsid w:val="00272532"/>
    <w:rsid w:val="00285142"/>
    <w:rsid w:val="00285756"/>
    <w:rsid w:val="00294DFF"/>
    <w:rsid w:val="0029679B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63CE"/>
    <w:rsid w:val="0030168E"/>
    <w:rsid w:val="00301DEF"/>
    <w:rsid w:val="003023C7"/>
    <w:rsid w:val="00304DBA"/>
    <w:rsid w:val="00305C80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3838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B05B7"/>
    <w:rsid w:val="003B091B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3262"/>
    <w:rsid w:val="003F702A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2C30"/>
    <w:rsid w:val="004C38F7"/>
    <w:rsid w:val="004C6C7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7E05"/>
    <w:rsid w:val="00571F6D"/>
    <w:rsid w:val="005727D2"/>
    <w:rsid w:val="00572D01"/>
    <w:rsid w:val="00573B86"/>
    <w:rsid w:val="00580475"/>
    <w:rsid w:val="0058109A"/>
    <w:rsid w:val="005865DD"/>
    <w:rsid w:val="005868AE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9E5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472"/>
    <w:rsid w:val="00630C01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8A1"/>
    <w:rsid w:val="00696ED8"/>
    <w:rsid w:val="00697BE8"/>
    <w:rsid w:val="006A370D"/>
    <w:rsid w:val="006A386F"/>
    <w:rsid w:val="006A4298"/>
    <w:rsid w:val="006B0B8E"/>
    <w:rsid w:val="006B29AF"/>
    <w:rsid w:val="006B31D3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1DA4"/>
    <w:rsid w:val="007648C2"/>
    <w:rsid w:val="00765CE5"/>
    <w:rsid w:val="00766550"/>
    <w:rsid w:val="00767C5B"/>
    <w:rsid w:val="0077383B"/>
    <w:rsid w:val="00775A1B"/>
    <w:rsid w:val="0077650B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420D"/>
    <w:rsid w:val="007A4A6B"/>
    <w:rsid w:val="007A5435"/>
    <w:rsid w:val="007A5844"/>
    <w:rsid w:val="007A7898"/>
    <w:rsid w:val="007A7C09"/>
    <w:rsid w:val="007B32B5"/>
    <w:rsid w:val="007C1BCE"/>
    <w:rsid w:val="007C3B19"/>
    <w:rsid w:val="007C49E0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C03"/>
    <w:rsid w:val="0086310A"/>
    <w:rsid w:val="008654AF"/>
    <w:rsid w:val="00867000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F1591"/>
    <w:rsid w:val="008F59C7"/>
    <w:rsid w:val="00900E84"/>
    <w:rsid w:val="009067C6"/>
    <w:rsid w:val="00906DDD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7841"/>
    <w:rsid w:val="009532A1"/>
    <w:rsid w:val="009546FD"/>
    <w:rsid w:val="00956BA0"/>
    <w:rsid w:val="009573D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B01A7"/>
    <w:rsid w:val="009B0D00"/>
    <w:rsid w:val="009B18BC"/>
    <w:rsid w:val="009B207E"/>
    <w:rsid w:val="009B32F8"/>
    <w:rsid w:val="009B34B6"/>
    <w:rsid w:val="009B42EC"/>
    <w:rsid w:val="009B44BB"/>
    <w:rsid w:val="009B629A"/>
    <w:rsid w:val="009C2F5A"/>
    <w:rsid w:val="009C48FD"/>
    <w:rsid w:val="009C52E7"/>
    <w:rsid w:val="009C5DDC"/>
    <w:rsid w:val="009D0F6E"/>
    <w:rsid w:val="009D1F9A"/>
    <w:rsid w:val="009D2FAF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A00A07"/>
    <w:rsid w:val="00A12902"/>
    <w:rsid w:val="00A1321F"/>
    <w:rsid w:val="00A15837"/>
    <w:rsid w:val="00A219BF"/>
    <w:rsid w:val="00A21A8C"/>
    <w:rsid w:val="00A31236"/>
    <w:rsid w:val="00A342EC"/>
    <w:rsid w:val="00A349F1"/>
    <w:rsid w:val="00A362F3"/>
    <w:rsid w:val="00A41680"/>
    <w:rsid w:val="00A44EB7"/>
    <w:rsid w:val="00A46B01"/>
    <w:rsid w:val="00A46FDD"/>
    <w:rsid w:val="00A56C5B"/>
    <w:rsid w:val="00A56C68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619A"/>
    <w:rsid w:val="00AD6B47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5F3F"/>
    <w:rsid w:val="00B94003"/>
    <w:rsid w:val="00BA1565"/>
    <w:rsid w:val="00BA36B8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6926"/>
    <w:rsid w:val="00C06BEA"/>
    <w:rsid w:val="00C103D6"/>
    <w:rsid w:val="00C152F1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258B"/>
    <w:rsid w:val="00D5430F"/>
    <w:rsid w:val="00D561C6"/>
    <w:rsid w:val="00D564F1"/>
    <w:rsid w:val="00D611A2"/>
    <w:rsid w:val="00D6464D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C9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A66"/>
    <w:rsid w:val="00E2501C"/>
    <w:rsid w:val="00E26B3B"/>
    <w:rsid w:val="00E3022D"/>
    <w:rsid w:val="00E316F1"/>
    <w:rsid w:val="00E336D0"/>
    <w:rsid w:val="00E4414A"/>
    <w:rsid w:val="00E4620B"/>
    <w:rsid w:val="00E51448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7ADB"/>
    <w:rsid w:val="00ED2065"/>
    <w:rsid w:val="00ED265B"/>
    <w:rsid w:val="00ED2C10"/>
    <w:rsid w:val="00EE050C"/>
    <w:rsid w:val="00EE3733"/>
    <w:rsid w:val="00EE3DFC"/>
    <w:rsid w:val="00EE47C0"/>
    <w:rsid w:val="00EE48BF"/>
    <w:rsid w:val="00EF1883"/>
    <w:rsid w:val="00EF2DD6"/>
    <w:rsid w:val="00EF49D4"/>
    <w:rsid w:val="00F01C8C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6FFB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C8EAC-32FA-414A-A721-EB4EC2D7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2017-07-31T19:38:00Z</cp:lastPrinted>
  <dcterms:created xsi:type="dcterms:W3CDTF">2017-09-11T18:57:00Z</dcterms:created>
  <dcterms:modified xsi:type="dcterms:W3CDTF">2017-09-11T19:10:00Z</dcterms:modified>
</cp:coreProperties>
</file>