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8635D8">
        <w:rPr>
          <w:rFonts w:ascii="Arial" w:hAnsi="Arial" w:cs="Arial"/>
          <w:b/>
          <w:caps/>
          <w:sz w:val="28"/>
          <w:szCs w:val="28"/>
        </w:rPr>
        <w:t>9</w:t>
      </w:r>
      <w:r w:rsidR="009D2883">
        <w:rPr>
          <w:rFonts w:ascii="Arial" w:hAnsi="Arial" w:cs="Arial"/>
          <w:b/>
          <w:caps/>
          <w:sz w:val="28"/>
          <w:szCs w:val="28"/>
        </w:rPr>
        <w:t>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F04CE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4CEF">
              <w:rPr>
                <w:rFonts w:ascii="Arial" w:hAnsi="Arial" w:cs="Arial"/>
                <w:sz w:val="20"/>
                <w:szCs w:val="20"/>
              </w:rPr>
              <w:t>a elaboração de estudo com vistas à instalação de ponto de ônibus no trecho da Rodovia Geraldo Scavone em que está situado o Condomínio Empresarial, no Jardim Califórnia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</w:t>
      </w:r>
      <w:bookmarkStart w:id="0" w:name="_GoBack"/>
      <w:bookmarkEnd w:id="0"/>
      <w:r>
        <w:rPr>
          <w:rFonts w:ascii="Arial" w:hAnsi="Arial" w:cs="Arial"/>
        </w:rPr>
        <w:t>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BE4F76" w:rsidRPr="00BE4F76">
        <w:rPr>
          <w:rFonts w:ascii="Arial" w:hAnsi="Arial" w:cs="Arial"/>
        </w:rPr>
        <w:t>instalação de ponto de ônibus no trecho da Rodovia Geraldo Scavone em que está situado o Condomínio Empresarial, no Jardim Califórnia</w:t>
      </w:r>
      <w:r w:rsidR="006712FC">
        <w:rPr>
          <w:rFonts w:ascii="Arial" w:hAnsi="Arial" w:cs="Arial"/>
        </w:rPr>
        <w:t>.</w:t>
      </w:r>
    </w:p>
    <w:p w:rsidR="004701D5" w:rsidRDefault="00513013" w:rsidP="00EB20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</w:t>
      </w:r>
      <w:r w:rsidR="00F24EE0">
        <w:rPr>
          <w:rFonts w:ascii="Arial" w:hAnsi="Arial" w:cs="Arial"/>
        </w:rPr>
        <w:t>relato d</w:t>
      </w:r>
      <w:r w:rsidR="00BF5ACF">
        <w:rPr>
          <w:rFonts w:ascii="Arial" w:hAnsi="Arial" w:cs="Arial"/>
        </w:rPr>
        <w:t>e moradores e trabalhadores</w:t>
      </w:r>
      <w:r w:rsidRPr="00513013">
        <w:rPr>
          <w:rFonts w:ascii="Arial" w:hAnsi="Arial" w:cs="Arial"/>
        </w:rPr>
        <w:t xml:space="preserve">, </w:t>
      </w:r>
      <w:r w:rsidR="00D533C5">
        <w:rPr>
          <w:rFonts w:ascii="Arial" w:hAnsi="Arial" w:cs="Arial"/>
        </w:rPr>
        <w:t>a</w:t>
      </w:r>
      <w:r w:rsidR="004701D5">
        <w:rPr>
          <w:rFonts w:ascii="Arial" w:hAnsi="Arial" w:cs="Arial"/>
        </w:rPr>
        <w:t xml:space="preserve"> distância entre os pontos de ônibus da região é grande e aqueles que trabalham no entorno aguardam pelo transporte coletivo em área não sinalizada e sem cobertura, ficando expostos ao mau tempo, fazendo-se necessária a intervenção no local.</w:t>
      </w:r>
    </w:p>
    <w:p w:rsidR="004701D5" w:rsidRDefault="009240B0" w:rsidP="00EB20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35BD8">
        <w:rPr>
          <w:rFonts w:ascii="Arial" w:hAnsi="Arial" w:cs="Arial"/>
        </w:rPr>
        <w:t>5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35BD8">
        <w:rPr>
          <w:rFonts w:ascii="Arial" w:hAnsi="Arial" w:cs="Arial"/>
        </w:rPr>
        <w:t>setembro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0521" w:rsidRDefault="00702A02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t xml:space="preserve"> </w:t>
      </w:r>
      <w:r w:rsidR="00E336CD"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7068DF09">
            <wp:extent cx="6027420" cy="2506980"/>
            <wp:effectExtent l="0" t="0" r="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0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0521" w:rsidRDefault="007205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F90004" w:rsidRDefault="00E336CD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722C5CB1">
            <wp:extent cx="6027420" cy="28575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85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0004" w:rsidRDefault="00F90004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F90004" w:rsidRDefault="00E336CD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605667E6">
            <wp:extent cx="6027420" cy="236982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36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9000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5EF" w:rsidRDefault="00C815EF">
      <w:r>
        <w:separator/>
      </w:r>
    </w:p>
  </w:endnote>
  <w:endnote w:type="continuationSeparator" w:id="0">
    <w:p w:rsidR="00C815EF" w:rsidRDefault="00C8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5EF" w:rsidRDefault="00C815EF">
      <w:r>
        <w:separator/>
      </w:r>
    </w:p>
  </w:footnote>
  <w:footnote w:type="continuationSeparator" w:id="0">
    <w:p w:rsidR="00C815EF" w:rsidRDefault="00C81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056516">
      <w:rPr>
        <w:rFonts w:ascii="Arial" w:hAnsi="Arial" w:cs="Arial"/>
        <w:b/>
        <w:sz w:val="20"/>
        <w:szCs w:val="20"/>
        <w:u w:val="single"/>
      </w:rPr>
      <w:t>9</w:t>
    </w:r>
    <w:r w:rsidR="00672EEB">
      <w:rPr>
        <w:rFonts w:ascii="Arial" w:hAnsi="Arial" w:cs="Arial"/>
        <w:b/>
        <w:sz w:val="20"/>
        <w:szCs w:val="20"/>
        <w:u w:val="single"/>
      </w:rPr>
      <w:t>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36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36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5FC2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294A"/>
    <w:rsid w:val="00033690"/>
    <w:rsid w:val="00034A23"/>
    <w:rsid w:val="00035354"/>
    <w:rsid w:val="000375D2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516"/>
    <w:rsid w:val="000569C5"/>
    <w:rsid w:val="00056E2D"/>
    <w:rsid w:val="00057BE8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3808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6C4D"/>
    <w:rsid w:val="00117261"/>
    <w:rsid w:val="00117B8A"/>
    <w:rsid w:val="00117E87"/>
    <w:rsid w:val="001211BF"/>
    <w:rsid w:val="00121764"/>
    <w:rsid w:val="00121A66"/>
    <w:rsid w:val="00122090"/>
    <w:rsid w:val="001229CF"/>
    <w:rsid w:val="00122CB3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5780E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D20"/>
    <w:rsid w:val="001F0FBA"/>
    <w:rsid w:val="001F13C3"/>
    <w:rsid w:val="001F3A25"/>
    <w:rsid w:val="001F469A"/>
    <w:rsid w:val="001F6827"/>
    <w:rsid w:val="001F7384"/>
    <w:rsid w:val="002034FD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080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D7743"/>
    <w:rsid w:val="002D7F3F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389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2D39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0FCE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3879"/>
    <w:rsid w:val="003E3F38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AE1"/>
    <w:rsid w:val="00464BF5"/>
    <w:rsid w:val="00464FE6"/>
    <w:rsid w:val="00467C99"/>
    <w:rsid w:val="00467F6A"/>
    <w:rsid w:val="004701D5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77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A7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3967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19F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766E3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0B59"/>
    <w:rsid w:val="00590CC6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63D"/>
    <w:rsid w:val="005A1730"/>
    <w:rsid w:val="005A22C0"/>
    <w:rsid w:val="005A2520"/>
    <w:rsid w:val="005A2BEA"/>
    <w:rsid w:val="005A3F4E"/>
    <w:rsid w:val="005A4607"/>
    <w:rsid w:val="005A4A82"/>
    <w:rsid w:val="005A623B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B6CCF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376C5"/>
    <w:rsid w:val="006426AE"/>
    <w:rsid w:val="006428D3"/>
    <w:rsid w:val="00642BA8"/>
    <w:rsid w:val="00643032"/>
    <w:rsid w:val="00644895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2EEB"/>
    <w:rsid w:val="00673439"/>
    <w:rsid w:val="00674927"/>
    <w:rsid w:val="00674F7D"/>
    <w:rsid w:val="006764DF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2A0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0521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7CE"/>
    <w:rsid w:val="00734C0D"/>
    <w:rsid w:val="00736EF6"/>
    <w:rsid w:val="00737141"/>
    <w:rsid w:val="00737FD0"/>
    <w:rsid w:val="0074043B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B64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2A2B"/>
    <w:rsid w:val="007B32B5"/>
    <w:rsid w:val="007B6A35"/>
    <w:rsid w:val="007B6BFD"/>
    <w:rsid w:val="007C00CD"/>
    <w:rsid w:val="007C152E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1CD2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1CC2"/>
    <w:rsid w:val="00833E7C"/>
    <w:rsid w:val="00835D12"/>
    <w:rsid w:val="00835DEA"/>
    <w:rsid w:val="00836335"/>
    <w:rsid w:val="008368E0"/>
    <w:rsid w:val="00836DF2"/>
    <w:rsid w:val="00837D82"/>
    <w:rsid w:val="008405C8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35D8"/>
    <w:rsid w:val="008647E1"/>
    <w:rsid w:val="008654AF"/>
    <w:rsid w:val="0086570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1EB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75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3883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51B7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0B0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6C3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38E0"/>
    <w:rsid w:val="009C48FD"/>
    <w:rsid w:val="009C52E7"/>
    <w:rsid w:val="009C5DDC"/>
    <w:rsid w:val="009C6A85"/>
    <w:rsid w:val="009D0AB9"/>
    <w:rsid w:val="009D0F6E"/>
    <w:rsid w:val="009D1F9A"/>
    <w:rsid w:val="009D2883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331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3294"/>
    <w:rsid w:val="00A63315"/>
    <w:rsid w:val="00A6377A"/>
    <w:rsid w:val="00A64B76"/>
    <w:rsid w:val="00A6764B"/>
    <w:rsid w:val="00A67686"/>
    <w:rsid w:val="00A71D5C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0C0B"/>
    <w:rsid w:val="00B03BA7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BA5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08F"/>
    <w:rsid w:val="00B70645"/>
    <w:rsid w:val="00B70DB7"/>
    <w:rsid w:val="00B71077"/>
    <w:rsid w:val="00B74308"/>
    <w:rsid w:val="00B756E2"/>
    <w:rsid w:val="00B75865"/>
    <w:rsid w:val="00B75CEF"/>
    <w:rsid w:val="00B778B2"/>
    <w:rsid w:val="00B8054B"/>
    <w:rsid w:val="00B811B8"/>
    <w:rsid w:val="00B8134B"/>
    <w:rsid w:val="00B81E5E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182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4F76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AC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68B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198C"/>
    <w:rsid w:val="00C739AD"/>
    <w:rsid w:val="00C746CD"/>
    <w:rsid w:val="00C74B72"/>
    <w:rsid w:val="00C76263"/>
    <w:rsid w:val="00C762E2"/>
    <w:rsid w:val="00C76F8F"/>
    <w:rsid w:val="00C77D5A"/>
    <w:rsid w:val="00C815EF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AB1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4A5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14AD"/>
    <w:rsid w:val="00D33C9D"/>
    <w:rsid w:val="00D351F7"/>
    <w:rsid w:val="00D35BD8"/>
    <w:rsid w:val="00D3613A"/>
    <w:rsid w:val="00D365FC"/>
    <w:rsid w:val="00D36BE7"/>
    <w:rsid w:val="00D42E6F"/>
    <w:rsid w:val="00D43F9F"/>
    <w:rsid w:val="00D44423"/>
    <w:rsid w:val="00D44CA5"/>
    <w:rsid w:val="00D45487"/>
    <w:rsid w:val="00D46188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33C5"/>
    <w:rsid w:val="00D53B28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05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2AF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0E5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5147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38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CD"/>
    <w:rsid w:val="00E336D0"/>
    <w:rsid w:val="00E34FE8"/>
    <w:rsid w:val="00E35D5B"/>
    <w:rsid w:val="00E36059"/>
    <w:rsid w:val="00E37D16"/>
    <w:rsid w:val="00E427C5"/>
    <w:rsid w:val="00E432C4"/>
    <w:rsid w:val="00E4414A"/>
    <w:rsid w:val="00E44D89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8B0"/>
    <w:rsid w:val="00E90C30"/>
    <w:rsid w:val="00E915C0"/>
    <w:rsid w:val="00E9160E"/>
    <w:rsid w:val="00E91D31"/>
    <w:rsid w:val="00E9594D"/>
    <w:rsid w:val="00E95A01"/>
    <w:rsid w:val="00E95F2A"/>
    <w:rsid w:val="00E9646C"/>
    <w:rsid w:val="00E97702"/>
    <w:rsid w:val="00E97C63"/>
    <w:rsid w:val="00EA1225"/>
    <w:rsid w:val="00EA1EE1"/>
    <w:rsid w:val="00EA3531"/>
    <w:rsid w:val="00EA6F8E"/>
    <w:rsid w:val="00EB04D6"/>
    <w:rsid w:val="00EB12BA"/>
    <w:rsid w:val="00EB151E"/>
    <w:rsid w:val="00EB2051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20DE"/>
    <w:rsid w:val="00EC398F"/>
    <w:rsid w:val="00EC3E8A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1AE7"/>
    <w:rsid w:val="00EF2DD6"/>
    <w:rsid w:val="00EF49D4"/>
    <w:rsid w:val="00F00268"/>
    <w:rsid w:val="00F01BC3"/>
    <w:rsid w:val="00F01C8C"/>
    <w:rsid w:val="00F021C9"/>
    <w:rsid w:val="00F02F05"/>
    <w:rsid w:val="00F03815"/>
    <w:rsid w:val="00F04090"/>
    <w:rsid w:val="00F04CEF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305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6AFC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0004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015"/>
    <w:rsid w:val="00FD4694"/>
    <w:rsid w:val="00FD4955"/>
    <w:rsid w:val="00FD4A67"/>
    <w:rsid w:val="00FD5A76"/>
    <w:rsid w:val="00FD7C28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89E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0A302-84CA-4B09-B71B-35F87696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2018-06-18T18:26:00Z</cp:lastPrinted>
  <dcterms:created xsi:type="dcterms:W3CDTF">2018-09-03T18:36:00Z</dcterms:created>
  <dcterms:modified xsi:type="dcterms:W3CDTF">2018-09-03T18:44:00Z</dcterms:modified>
</cp:coreProperties>
</file>