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032AF">
        <w:rPr>
          <w:rFonts w:ascii="Arial" w:hAnsi="Arial" w:cs="Arial"/>
          <w:b/>
          <w:caps/>
          <w:sz w:val="28"/>
          <w:szCs w:val="28"/>
        </w:rPr>
        <w:t>1285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032AF" w:rsidRDefault="006032A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32AF">
              <w:rPr>
                <w:rFonts w:ascii="Arial" w:hAnsi="Arial" w:cs="Arial"/>
                <w:sz w:val="20"/>
                <w:szCs w:val="20"/>
              </w:rPr>
              <w:t>Solicita melhorias no ponto de ônibus localizado na Avenida Três de Julho, no Conjunto 22 de Abril.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032AF" w:rsidRPr="006032AF">
        <w:rPr>
          <w:rFonts w:ascii="Arial" w:hAnsi="Arial" w:cs="Arial"/>
        </w:rPr>
        <w:t>melhorias no ponto de ônibus localizado na Avenida Três de Julho, no Conjunto 22 de Abril.</w:t>
      </w:r>
    </w:p>
    <w:p w:rsidR="006032AF" w:rsidRPr="006032AF" w:rsidRDefault="006032AF" w:rsidP="006032A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032AF">
        <w:rPr>
          <w:rFonts w:ascii="Arial" w:hAnsi="Arial" w:cs="Arial"/>
        </w:rPr>
        <w:t xml:space="preserve">Esse pedido se faz necessário, </w:t>
      </w:r>
      <w:r>
        <w:rPr>
          <w:rFonts w:ascii="Arial" w:hAnsi="Arial" w:cs="Arial"/>
        </w:rPr>
        <w:t>porque</w:t>
      </w:r>
      <w:r w:rsidRPr="006032AF">
        <w:rPr>
          <w:rFonts w:ascii="Arial" w:hAnsi="Arial" w:cs="Arial"/>
        </w:rPr>
        <w:t xml:space="preserve"> o referido ponto de ônibus não comporta a demanda de usuários, visto que o it</w:t>
      </w:r>
      <w:r>
        <w:rPr>
          <w:rFonts w:ascii="Arial" w:hAnsi="Arial" w:cs="Arial"/>
        </w:rPr>
        <w:t>inerário correspondente a linha,</w:t>
      </w:r>
      <w:r w:rsidRPr="006032AF">
        <w:rPr>
          <w:rFonts w:ascii="Arial" w:hAnsi="Arial" w:cs="Arial"/>
        </w:rPr>
        <w:t xml:space="preserve"> tem horários específicos com um considerável tempo de intervalo, aglomerando um determinado número de pessoas</w:t>
      </w:r>
      <w:r>
        <w:rPr>
          <w:rFonts w:ascii="Arial" w:hAnsi="Arial" w:cs="Arial"/>
        </w:rPr>
        <w:t xml:space="preserve"> que acabam ficando exposta</w:t>
      </w:r>
      <w:r w:rsidRPr="006032AF">
        <w:rPr>
          <w:rFonts w:ascii="Arial" w:hAnsi="Arial" w:cs="Arial"/>
        </w:rPr>
        <w:t>s ao tempo, entendemos que a ampliação</w:t>
      </w:r>
      <w:r>
        <w:rPr>
          <w:rFonts w:ascii="Arial" w:hAnsi="Arial" w:cs="Arial"/>
        </w:rPr>
        <w:t xml:space="preserve"> ou melhoria do ponto de ônibus</w:t>
      </w:r>
      <w:r w:rsidRPr="006032AF">
        <w:rPr>
          <w:rFonts w:ascii="Arial" w:hAnsi="Arial" w:cs="Arial"/>
        </w:rPr>
        <w:t xml:space="preserve"> beneficiaria os munícipes da</w:t>
      </w:r>
      <w:r>
        <w:rPr>
          <w:rFonts w:ascii="Arial" w:hAnsi="Arial" w:cs="Arial"/>
        </w:rPr>
        <w:t>quela</w:t>
      </w:r>
      <w:r w:rsidRPr="006032AF">
        <w:rPr>
          <w:rFonts w:ascii="Arial" w:hAnsi="Arial" w:cs="Arial"/>
        </w:rPr>
        <w:t xml:space="preserve"> região.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032AF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6032AF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32AF" w:rsidRPr="00517895" w:rsidRDefault="006032AF" w:rsidP="006032AF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6032AF" w:rsidRPr="00517895" w:rsidRDefault="006032AF" w:rsidP="006032A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6032AF" w:rsidRPr="00517895" w:rsidRDefault="006032AF" w:rsidP="006032A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A0F" w:rsidRDefault="00033A0F">
      <w:r>
        <w:separator/>
      </w:r>
    </w:p>
  </w:endnote>
  <w:endnote w:type="continuationSeparator" w:id="0">
    <w:p w:rsidR="00033A0F" w:rsidRDefault="0003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A0F" w:rsidRDefault="00033A0F">
      <w:r>
        <w:separator/>
      </w:r>
    </w:p>
  </w:footnote>
  <w:footnote w:type="continuationSeparator" w:id="0">
    <w:p w:rsidR="00033A0F" w:rsidRDefault="00033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32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32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3A0F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0D83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032AF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F8093-4251-4E71-BB37-3E2668F17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150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2018-05-14T19:15:00Z</dcterms:created>
  <dcterms:modified xsi:type="dcterms:W3CDTF">2018-05-14T19:20:00Z</dcterms:modified>
</cp:coreProperties>
</file>